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5D65" w:rsidRPr="00B169DF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B169DF">
        <w:rPr>
          <w:rFonts w:ascii="Corbel" w:hAnsi="Corbel"/>
          <w:b/>
          <w:bCs/>
        </w:rPr>
        <w:tab/>
      </w:r>
      <w:r w:rsidR="00D8678B" w:rsidRPr="00B169DF">
        <w:rPr>
          <w:rFonts w:ascii="Corbel" w:hAnsi="Corbel"/>
          <w:bCs/>
          <w:i/>
        </w:rPr>
        <w:t xml:space="preserve">Załącznik nr </w:t>
      </w:r>
      <w:r w:rsidR="006F31E2" w:rsidRPr="00B169DF">
        <w:rPr>
          <w:rFonts w:ascii="Corbel" w:hAnsi="Corbel"/>
          <w:bCs/>
          <w:i/>
        </w:rPr>
        <w:t>1.5</w:t>
      </w:r>
      <w:r w:rsidR="00D8678B" w:rsidRPr="00B169DF">
        <w:rPr>
          <w:rFonts w:ascii="Corbel" w:hAnsi="Corbel"/>
          <w:bCs/>
          <w:i/>
        </w:rPr>
        <w:t xml:space="preserve"> do Zarządzenia</w:t>
      </w:r>
      <w:r w:rsidR="002A22BF" w:rsidRPr="00B169DF">
        <w:rPr>
          <w:rFonts w:ascii="Corbel" w:hAnsi="Corbel"/>
          <w:bCs/>
          <w:i/>
        </w:rPr>
        <w:t xml:space="preserve"> Rektora UR </w:t>
      </w:r>
      <w:r w:rsidRPr="00B169DF">
        <w:rPr>
          <w:rFonts w:ascii="Corbel" w:hAnsi="Corbel"/>
          <w:bCs/>
          <w:i/>
        </w:rPr>
        <w:t xml:space="preserve"> nr </w:t>
      </w:r>
      <w:r w:rsidR="00F61A26" w:rsidRPr="00B169DF">
        <w:rPr>
          <w:rFonts w:ascii="Corbel" w:hAnsi="Corbel"/>
          <w:bCs/>
          <w:i/>
        </w:rPr>
        <w:t>7/2023</w:t>
      </w:r>
    </w:p>
    <w:p w:rsidR="0085747A" w:rsidRPr="00B169D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B169DF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dotyczy cyklu kształcenia</w:t>
      </w:r>
      <w:r w:rsidR="000921B6">
        <w:rPr>
          <w:rFonts w:ascii="Corbel" w:hAnsi="Corbel"/>
          <w:iCs/>
          <w:smallCaps/>
          <w:sz w:val="24"/>
          <w:szCs w:val="24"/>
        </w:rPr>
        <w:t>2024-2027</w:t>
      </w:r>
    </w:p>
    <w:p w:rsidR="0085747A" w:rsidRPr="00B169DF" w:rsidRDefault="0085747A" w:rsidP="007277F8">
      <w:pPr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0"/>
          <w:szCs w:val="20"/>
        </w:rPr>
        <w:t>(skrajne daty</w:t>
      </w:r>
      <w:r w:rsidRPr="00B169DF">
        <w:rPr>
          <w:rFonts w:ascii="Corbel" w:hAnsi="Corbel"/>
          <w:sz w:val="20"/>
          <w:szCs w:val="20"/>
        </w:rPr>
        <w:t>)</w:t>
      </w:r>
    </w:p>
    <w:p w:rsidR="00445970" w:rsidRPr="00B169DF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  <w:t xml:space="preserve">Rok akademicki  </w:t>
      </w:r>
      <w:r w:rsidR="00264061">
        <w:rPr>
          <w:rFonts w:ascii="Corbel" w:hAnsi="Corbel"/>
          <w:sz w:val="20"/>
          <w:szCs w:val="20"/>
        </w:rPr>
        <w:t>202</w:t>
      </w:r>
      <w:r w:rsidR="000921B6">
        <w:rPr>
          <w:rFonts w:ascii="Corbel" w:hAnsi="Corbel"/>
          <w:sz w:val="20"/>
          <w:szCs w:val="20"/>
        </w:rPr>
        <w:t>5</w:t>
      </w:r>
      <w:r w:rsidR="00264061">
        <w:rPr>
          <w:rFonts w:ascii="Corbel" w:hAnsi="Corbel"/>
          <w:sz w:val="20"/>
          <w:szCs w:val="20"/>
        </w:rPr>
        <w:t>-202</w:t>
      </w:r>
      <w:bookmarkStart w:id="0" w:name="_GoBack"/>
      <w:bookmarkEnd w:id="0"/>
      <w:r w:rsidR="000921B6">
        <w:rPr>
          <w:rFonts w:ascii="Corbel" w:hAnsi="Corbel"/>
          <w:sz w:val="20"/>
          <w:szCs w:val="20"/>
        </w:rPr>
        <w:t>7</w:t>
      </w:r>
    </w:p>
    <w:p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B169D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7087"/>
      </w:tblGrid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B169DF" w:rsidRDefault="00E07C83" w:rsidP="001E33A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Diagnostyka resocjalizacyjna</w:t>
            </w: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B169D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B169DF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B169DF" w:rsidRDefault="005673A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B169DF" w:rsidRDefault="00FE7CF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B169DF" w:rsidRDefault="00E07C83" w:rsidP="00FA64C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B3A21">
              <w:rPr>
                <w:rFonts w:ascii="Corbel" w:hAnsi="Corbel"/>
                <w:b w:val="0"/>
                <w:color w:val="auto"/>
                <w:sz w:val="24"/>
                <w:szCs w:val="24"/>
              </w:rPr>
              <w:t>Pedagogika, sp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. pedagogika resocjalizacyjna</w:t>
            </w: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B169DF" w:rsidRDefault="000921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studia I</w:t>
            </w:r>
            <w:r w:rsidR="0026406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="00FA64C9" w:rsidRPr="003B3A21">
              <w:rPr>
                <w:rFonts w:ascii="Corbel" w:hAnsi="Corbel"/>
                <w:b w:val="0"/>
                <w:color w:val="auto"/>
                <w:sz w:val="24"/>
                <w:szCs w:val="24"/>
              </w:rPr>
              <w:t>stopnia</w:t>
            </w: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B169DF" w:rsidRDefault="00FA64C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B3A21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B169DF" w:rsidRDefault="00DC69A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1E33A7" w:rsidTr="00B819C8">
        <w:tc>
          <w:tcPr>
            <w:tcW w:w="2694" w:type="dxa"/>
            <w:vAlign w:val="center"/>
          </w:tcPr>
          <w:p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B169DF">
              <w:rPr>
                <w:rFonts w:ascii="Corbel" w:hAnsi="Corbel"/>
                <w:sz w:val="24"/>
                <w:szCs w:val="24"/>
              </w:rPr>
              <w:t>/y</w:t>
            </w:r>
            <w:r w:rsidRPr="00B169DF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DC69AC" w:rsidRDefault="00264061" w:rsidP="0026406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GB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en-GB"/>
              </w:rPr>
              <w:t>I</w:t>
            </w:r>
            <w:r w:rsidR="000921B6">
              <w:rPr>
                <w:rFonts w:ascii="Corbel" w:hAnsi="Corbel"/>
                <w:b w:val="0"/>
                <w:sz w:val="24"/>
                <w:szCs w:val="24"/>
                <w:lang w:val="en-GB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  <w:lang w:val="en-GB"/>
              </w:rPr>
              <w:t>,</w:t>
            </w:r>
            <w:r w:rsidR="000921B6">
              <w:rPr>
                <w:rFonts w:ascii="Corbel" w:hAnsi="Corbel"/>
                <w:b w:val="0"/>
                <w:sz w:val="24"/>
                <w:szCs w:val="24"/>
                <w:lang w:val="en-GB"/>
              </w:rPr>
              <w:t>III rok;</w:t>
            </w:r>
            <w:r>
              <w:rPr>
                <w:rFonts w:ascii="Corbel" w:hAnsi="Corbel"/>
                <w:b w:val="0"/>
                <w:sz w:val="24"/>
                <w:szCs w:val="24"/>
                <w:lang w:val="en-GB"/>
              </w:rPr>
              <w:t xml:space="preserve"> </w:t>
            </w:r>
            <w:r w:rsidR="000921B6">
              <w:rPr>
                <w:rFonts w:ascii="Corbel" w:hAnsi="Corbel"/>
                <w:b w:val="0"/>
                <w:sz w:val="24"/>
                <w:szCs w:val="24"/>
                <w:lang w:val="en-GB"/>
              </w:rPr>
              <w:t>3,4,5</w:t>
            </w:r>
            <w:r w:rsidR="005673A8">
              <w:rPr>
                <w:rFonts w:ascii="Corbel" w:hAnsi="Corbel"/>
                <w:b w:val="0"/>
                <w:sz w:val="24"/>
                <w:szCs w:val="24"/>
                <w:lang w:val="en-GB"/>
              </w:rPr>
              <w:t xml:space="preserve"> </w:t>
            </w:r>
            <w:r w:rsidR="00DC69AC" w:rsidRPr="00DC69AC">
              <w:rPr>
                <w:rFonts w:ascii="Corbel" w:hAnsi="Corbel"/>
                <w:b w:val="0"/>
                <w:sz w:val="24"/>
                <w:szCs w:val="24"/>
                <w:lang w:val="en-GB"/>
              </w:rPr>
              <w:t>semestr</w:t>
            </w: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B169DF" w:rsidRDefault="00DC69A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B169DF" w:rsidTr="00B819C8">
        <w:tc>
          <w:tcPr>
            <w:tcW w:w="2694" w:type="dxa"/>
            <w:vAlign w:val="center"/>
          </w:tcPr>
          <w:p w:rsidR="00923D7D" w:rsidRPr="00B169DF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B169DF" w:rsidRDefault="00DC69A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B169DF" w:rsidRDefault="007D320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DC69AC">
              <w:rPr>
                <w:rFonts w:ascii="Corbel" w:hAnsi="Corbel"/>
                <w:b w:val="0"/>
                <w:sz w:val="24"/>
                <w:szCs w:val="24"/>
              </w:rPr>
              <w:t>r Maria Łukaszek</w:t>
            </w: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B169DF" w:rsidRDefault="007D320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DC69AC">
              <w:rPr>
                <w:rFonts w:ascii="Corbel" w:hAnsi="Corbel"/>
                <w:b w:val="0"/>
                <w:sz w:val="24"/>
                <w:szCs w:val="24"/>
              </w:rPr>
              <w:t>r Maria Łukaszek</w:t>
            </w:r>
          </w:p>
        </w:tc>
      </w:tr>
    </w:tbl>
    <w:p w:rsidR="0085747A" w:rsidRPr="00B169D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="006E79D3">
        <w:rPr>
          <w:rFonts w:ascii="Corbel" w:hAnsi="Corbel"/>
          <w:b w:val="0"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B169D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921B6" w:rsidRPr="009C54AE" w:rsidTr="00F528F6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1B6" w:rsidRDefault="000921B6" w:rsidP="00F528F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921B6" w:rsidRPr="009C54AE" w:rsidRDefault="000921B6" w:rsidP="00F528F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21B6" w:rsidRPr="009C54AE" w:rsidRDefault="000921B6" w:rsidP="00F528F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21B6" w:rsidRPr="009C54AE" w:rsidRDefault="000921B6" w:rsidP="00F528F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21B6" w:rsidRPr="009C54AE" w:rsidRDefault="000921B6" w:rsidP="00F528F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21B6" w:rsidRPr="009C54AE" w:rsidRDefault="000921B6" w:rsidP="00F528F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1B6" w:rsidRPr="009C54AE" w:rsidRDefault="000921B6" w:rsidP="00F528F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21B6" w:rsidRPr="009C54AE" w:rsidRDefault="000921B6" w:rsidP="00F528F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21B6" w:rsidRPr="009C54AE" w:rsidRDefault="000921B6" w:rsidP="00F528F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21B6" w:rsidRPr="009C54AE" w:rsidRDefault="000921B6" w:rsidP="00F528F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21B6" w:rsidRPr="009C54AE" w:rsidRDefault="000921B6" w:rsidP="00F528F6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921B6" w:rsidRPr="009C54AE" w:rsidTr="00F528F6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1B6" w:rsidRDefault="000921B6" w:rsidP="00F528F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1B6" w:rsidRDefault="00A00798" w:rsidP="00F528F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1B6" w:rsidRDefault="00A00798" w:rsidP="00F528F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1B6" w:rsidRPr="009C54AE" w:rsidRDefault="000921B6" w:rsidP="00F528F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1B6" w:rsidRPr="009C54AE" w:rsidRDefault="000921B6" w:rsidP="00F528F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1B6" w:rsidRPr="009C54AE" w:rsidRDefault="000921B6" w:rsidP="00F528F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1B6" w:rsidRPr="009C54AE" w:rsidRDefault="000921B6" w:rsidP="00F528F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1B6" w:rsidRPr="009C54AE" w:rsidRDefault="000921B6" w:rsidP="00F528F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1B6" w:rsidRPr="009C54AE" w:rsidRDefault="000921B6" w:rsidP="00F528F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1B6" w:rsidRDefault="000921B6" w:rsidP="00F528F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0921B6" w:rsidRPr="009C54AE" w:rsidTr="00F528F6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1B6" w:rsidRPr="009C54AE" w:rsidRDefault="000921B6" w:rsidP="00F528F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1B6" w:rsidRPr="009C54AE" w:rsidRDefault="000921B6" w:rsidP="00F528F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1B6" w:rsidRPr="009C54AE" w:rsidRDefault="00A00798" w:rsidP="00F528F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1B6" w:rsidRPr="009C54AE" w:rsidRDefault="000921B6" w:rsidP="00F528F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1B6" w:rsidRPr="009C54AE" w:rsidRDefault="000921B6" w:rsidP="00F528F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1B6" w:rsidRPr="009C54AE" w:rsidRDefault="000921B6" w:rsidP="00F528F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1B6" w:rsidRPr="009C54AE" w:rsidRDefault="000921B6" w:rsidP="00F528F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1B6" w:rsidRPr="009C54AE" w:rsidRDefault="000921B6" w:rsidP="00F528F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1B6" w:rsidRPr="009C54AE" w:rsidRDefault="000921B6" w:rsidP="00F528F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1B6" w:rsidRPr="009C54AE" w:rsidRDefault="000921B6" w:rsidP="00F528F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0921B6" w:rsidRPr="009C54AE" w:rsidTr="00F528F6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1B6" w:rsidRPr="009C54AE" w:rsidRDefault="000921B6" w:rsidP="00F528F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1B6" w:rsidRPr="009C54AE" w:rsidRDefault="000921B6" w:rsidP="00F528F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1B6" w:rsidRPr="009C54AE" w:rsidRDefault="00A00798" w:rsidP="00F528F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1B6" w:rsidRPr="009C54AE" w:rsidRDefault="000921B6" w:rsidP="00F528F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1B6" w:rsidRPr="009C54AE" w:rsidRDefault="000921B6" w:rsidP="00F528F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1B6" w:rsidRPr="009C54AE" w:rsidRDefault="000921B6" w:rsidP="00F528F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1B6" w:rsidRPr="009C54AE" w:rsidRDefault="000921B6" w:rsidP="00F528F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1B6" w:rsidRPr="009C54AE" w:rsidRDefault="000921B6" w:rsidP="00F528F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1B6" w:rsidRPr="009C54AE" w:rsidRDefault="000921B6" w:rsidP="00F528F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1B6" w:rsidRPr="009C54AE" w:rsidRDefault="000921B6" w:rsidP="00F528F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923D7D" w:rsidRPr="00B169DF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B169D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Default="000075E8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Segoe UI Symbol" w:eastAsia="MS Gothic" w:hAnsi="Segoe UI Symbol" w:cs="Segoe UI Symbol"/>
          <w:b w:val="0"/>
          <w:szCs w:val="24"/>
        </w:rPr>
        <w:t>X</w:t>
      </w:r>
      <w:r w:rsidR="0085747A" w:rsidRPr="00B169DF">
        <w:rPr>
          <w:rFonts w:ascii="Corbel" w:hAnsi="Corbel"/>
          <w:b w:val="0"/>
          <w:smallCaps w:val="0"/>
          <w:szCs w:val="24"/>
        </w:rPr>
        <w:t xml:space="preserve"> zajęcia w formie tradycyjnej </w:t>
      </w:r>
      <w:r w:rsidR="00682E28">
        <w:rPr>
          <w:rFonts w:ascii="Corbel" w:hAnsi="Corbel"/>
          <w:b w:val="0"/>
          <w:smallCaps w:val="0"/>
          <w:szCs w:val="24"/>
        </w:rPr>
        <w:t>(z możliwością wizyt studyjnych w wybranych szkołach)</w:t>
      </w:r>
    </w:p>
    <w:p w:rsidR="00AD67BE" w:rsidRPr="00B169DF" w:rsidRDefault="00AD67BE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</w:p>
    <w:p w:rsidR="0085747A" w:rsidRPr="00B169D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69DF">
        <w:rPr>
          <w:rFonts w:ascii="Segoe UI Symbol" w:eastAsia="MS Gothic" w:hAnsi="Segoe UI Symbol" w:cs="Segoe UI Symbol"/>
          <w:b w:val="0"/>
          <w:szCs w:val="24"/>
        </w:rPr>
        <w:t>☐</w:t>
      </w:r>
      <w:r w:rsidRPr="00B169D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B169D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B169D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1.3 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>For</w:t>
      </w:r>
      <w:r w:rsidR="00445970" w:rsidRPr="00B169DF">
        <w:rPr>
          <w:rFonts w:ascii="Corbel" w:hAnsi="Corbel"/>
          <w:smallCaps w:val="0"/>
          <w:szCs w:val="24"/>
        </w:rPr>
        <w:t xml:space="preserve">ma zaliczenia przedmiotu </w:t>
      </w:r>
      <w:r w:rsidRPr="00B169DF">
        <w:rPr>
          <w:rFonts w:ascii="Corbel" w:hAnsi="Corbel"/>
          <w:smallCaps w:val="0"/>
          <w:szCs w:val="24"/>
        </w:rPr>
        <w:t xml:space="preserve"> (z toku) </w:t>
      </w:r>
      <w:r w:rsidRPr="00214898">
        <w:rPr>
          <w:rFonts w:ascii="Corbel" w:hAnsi="Corbel"/>
          <w:smallCaps w:val="0"/>
          <w:szCs w:val="24"/>
          <w:u w:val="single"/>
        </w:rPr>
        <w:t>zaliczenie z oceną</w:t>
      </w:r>
      <w:r w:rsidR="00682E28">
        <w:rPr>
          <w:rFonts w:ascii="Corbel" w:hAnsi="Corbel"/>
          <w:smallCaps w:val="0"/>
          <w:szCs w:val="24"/>
          <w:u w:val="single"/>
        </w:rPr>
        <w:t>, egzamin</w:t>
      </w:r>
    </w:p>
    <w:p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BA1800" w:rsidRDefault="00BA180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BA1800" w:rsidRDefault="00BA180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BA1800" w:rsidRDefault="00BA180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BA1800" w:rsidRPr="00B169DF" w:rsidRDefault="00BA180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B169DF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B169DF" w:rsidTr="00745302">
        <w:tc>
          <w:tcPr>
            <w:tcW w:w="9670" w:type="dxa"/>
          </w:tcPr>
          <w:p w:rsidR="0085747A" w:rsidRPr="00B169DF" w:rsidRDefault="000921B6" w:rsidP="00A928CF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B3A21">
              <w:rPr>
                <w:rFonts w:ascii="Corbel" w:hAnsi="Corbel"/>
                <w:b w:val="0"/>
                <w:szCs w:val="24"/>
              </w:rPr>
              <w:t xml:space="preserve">zaliczenie z przedmiotów: </w:t>
            </w:r>
            <w:r>
              <w:rPr>
                <w:rFonts w:ascii="Corbel" w:hAnsi="Corbel"/>
                <w:b w:val="0"/>
                <w:szCs w:val="24"/>
              </w:rPr>
              <w:t>Wprowadzenie Do Pedagogiki, Teoretyczne Podstawy Pedagogiki Resocjalizacyjnej,</w:t>
            </w:r>
          </w:p>
        </w:tc>
      </w:tr>
    </w:tbl>
    <w:p w:rsidR="00153C41" w:rsidRPr="00B169D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>3.</w:t>
      </w:r>
      <w:r w:rsidR="00A84C85" w:rsidRPr="00B169DF">
        <w:rPr>
          <w:rFonts w:ascii="Corbel" w:hAnsi="Corbel"/>
          <w:szCs w:val="24"/>
        </w:rPr>
        <w:t>cele, efekty uczenia się</w:t>
      </w:r>
      <w:r w:rsidR="0085747A" w:rsidRPr="00B169DF">
        <w:rPr>
          <w:rFonts w:ascii="Corbel" w:hAnsi="Corbel"/>
          <w:szCs w:val="24"/>
        </w:rPr>
        <w:t xml:space="preserve"> , treści Programowe i stosowane metody Dydaktyczne</w:t>
      </w:r>
    </w:p>
    <w:p w:rsidR="00773A4C" w:rsidRDefault="00773A4C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B169D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3.1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:rsidR="00F83B28" w:rsidRPr="00B169D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1"/>
        <w:gridCol w:w="8788"/>
      </w:tblGrid>
      <w:tr w:rsidR="00E07C83" w:rsidRPr="009C54AE" w:rsidTr="00E07C83">
        <w:tc>
          <w:tcPr>
            <w:tcW w:w="851" w:type="dxa"/>
            <w:vAlign w:val="center"/>
          </w:tcPr>
          <w:p w:rsidR="00E07C83" w:rsidRPr="003B3A21" w:rsidRDefault="00E07C83" w:rsidP="00F528F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B3A21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788" w:type="dxa"/>
            <w:vAlign w:val="center"/>
          </w:tcPr>
          <w:p w:rsidR="00E07C83" w:rsidRPr="003B3A21" w:rsidRDefault="00E07C83" w:rsidP="00F528F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Zapoznanie z pojęciem diagnozy resocjalizacyjnej, jej modelami oraz systemami diagnostycznymi</w:t>
            </w:r>
          </w:p>
        </w:tc>
      </w:tr>
      <w:tr w:rsidR="00E07C83" w:rsidRPr="009C54AE" w:rsidTr="00E07C83">
        <w:tc>
          <w:tcPr>
            <w:tcW w:w="851" w:type="dxa"/>
            <w:vAlign w:val="center"/>
          </w:tcPr>
          <w:p w:rsidR="00E07C83" w:rsidRPr="003B3A21" w:rsidRDefault="00E07C83" w:rsidP="00F528F6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788" w:type="dxa"/>
            <w:vAlign w:val="center"/>
          </w:tcPr>
          <w:p w:rsidR="00E07C83" w:rsidRPr="003B3A21" w:rsidRDefault="00E07C83" w:rsidP="00F528F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Zaznajomienie z metodami, technikami i narzędziami diagnozy resocjalizacyjnej</w:t>
            </w:r>
          </w:p>
        </w:tc>
      </w:tr>
      <w:tr w:rsidR="00E07C83" w:rsidRPr="009C54AE" w:rsidTr="00E07C83">
        <w:tc>
          <w:tcPr>
            <w:tcW w:w="851" w:type="dxa"/>
            <w:vAlign w:val="center"/>
          </w:tcPr>
          <w:p w:rsidR="00E07C83" w:rsidRPr="003B3A21" w:rsidRDefault="00E07C83" w:rsidP="00F528F6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788" w:type="dxa"/>
            <w:vAlign w:val="center"/>
          </w:tcPr>
          <w:p w:rsidR="00E07C83" w:rsidRPr="003B3A21" w:rsidRDefault="00E07C83" w:rsidP="00F528F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Wykształcenie umiejętności trafnego doboru narzędzi badawczych do wybranych jednostek, grup lub sytuacji wychowawczych</w:t>
            </w:r>
          </w:p>
        </w:tc>
      </w:tr>
      <w:tr w:rsidR="00E07C83" w:rsidRPr="009C54AE" w:rsidTr="00E07C83">
        <w:tc>
          <w:tcPr>
            <w:tcW w:w="851" w:type="dxa"/>
            <w:vAlign w:val="center"/>
          </w:tcPr>
          <w:p w:rsidR="00E07C83" w:rsidRPr="003B3A21" w:rsidRDefault="00E07C83" w:rsidP="00F528F6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788" w:type="dxa"/>
            <w:vAlign w:val="center"/>
          </w:tcPr>
          <w:p w:rsidR="00E07C83" w:rsidRPr="003B3A21" w:rsidRDefault="00E07C83" w:rsidP="00F528F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Wdrożenie do rzetelnej analizy materiału diagnostycznego i wysuwania wniosków</w:t>
            </w:r>
            <w:r>
              <w:rPr>
                <w:rFonts w:ascii="Corbel" w:hAnsi="Corbel"/>
                <w:sz w:val="24"/>
                <w:szCs w:val="24"/>
              </w:rPr>
              <w:t xml:space="preserve"> oraz ich prezentowania </w:t>
            </w:r>
          </w:p>
        </w:tc>
      </w:tr>
      <w:tr w:rsidR="00E07C83" w:rsidRPr="009C54AE" w:rsidTr="00E07C83">
        <w:tc>
          <w:tcPr>
            <w:tcW w:w="851" w:type="dxa"/>
            <w:vAlign w:val="center"/>
          </w:tcPr>
          <w:p w:rsidR="00E07C83" w:rsidRPr="003B3A21" w:rsidRDefault="00E07C83" w:rsidP="00F528F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B3A21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788" w:type="dxa"/>
            <w:vAlign w:val="center"/>
          </w:tcPr>
          <w:p w:rsidR="00E07C83" w:rsidRPr="003B3A21" w:rsidRDefault="00E07C83" w:rsidP="00F528F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Wykształcenie umiejętności sporządzania realnych i efektywnych zaleceń wychowawczych do pracy na podstawie wnikliwej diagnozy w oparciu o teorię pedagogiki resocjalizacyjnej</w:t>
            </w:r>
          </w:p>
        </w:tc>
      </w:tr>
    </w:tbl>
    <w:p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B169D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01"/>
        <w:gridCol w:w="6096"/>
        <w:gridCol w:w="1873"/>
      </w:tblGrid>
      <w:tr w:rsidR="00E07C83" w:rsidRPr="009C54AE" w:rsidTr="00F528F6">
        <w:tc>
          <w:tcPr>
            <w:tcW w:w="1701" w:type="dxa"/>
            <w:vAlign w:val="center"/>
          </w:tcPr>
          <w:p w:rsidR="00E07C83" w:rsidRPr="009C54AE" w:rsidRDefault="00E07C83" w:rsidP="00F528F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E07C83" w:rsidRPr="009C54AE" w:rsidRDefault="00E07C83" w:rsidP="00F528F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  <w:r w:rsidRPr="003B3A21">
              <w:rPr>
                <w:rFonts w:ascii="Corbel" w:hAnsi="Corbel"/>
                <w:szCs w:val="24"/>
              </w:rPr>
              <w:t>Student</w:t>
            </w:r>
            <w:r>
              <w:rPr>
                <w:rFonts w:ascii="Corbel" w:hAnsi="Corbel"/>
                <w:szCs w:val="24"/>
              </w:rPr>
              <w:t>:</w:t>
            </w:r>
          </w:p>
        </w:tc>
        <w:tc>
          <w:tcPr>
            <w:tcW w:w="1873" w:type="dxa"/>
            <w:vAlign w:val="center"/>
          </w:tcPr>
          <w:p w:rsidR="00E07C83" w:rsidRPr="009C54AE" w:rsidRDefault="00E07C83" w:rsidP="00F528F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Pr="00C8440D">
              <w:rPr>
                <w:rStyle w:val="Odwoanieprzypisudolnego"/>
              </w:rPr>
              <w:footnoteReference w:id="2"/>
            </w:r>
          </w:p>
        </w:tc>
      </w:tr>
      <w:tr w:rsidR="00E07C83" w:rsidRPr="009C54AE" w:rsidTr="00F528F6">
        <w:tc>
          <w:tcPr>
            <w:tcW w:w="1701" w:type="dxa"/>
          </w:tcPr>
          <w:p w:rsidR="00E07C83" w:rsidRPr="003B3A21" w:rsidRDefault="00E07C83" w:rsidP="00F528F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B3A21">
              <w:rPr>
                <w:rFonts w:ascii="Corbel" w:hAnsi="Corbel"/>
                <w:b w:val="0"/>
                <w:szCs w:val="24"/>
              </w:rPr>
              <w:t>EK</w:t>
            </w:r>
            <w:r w:rsidRPr="003B3A21">
              <w:rPr>
                <w:rFonts w:ascii="Corbel" w:hAnsi="Corbel"/>
                <w:b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E07C83" w:rsidRPr="007578A7" w:rsidRDefault="00E07C83" w:rsidP="000800E3">
            <w:pPr>
              <w:pStyle w:val="Akapitzlist"/>
              <w:numPr>
                <w:ilvl w:val="0"/>
                <w:numId w:val="13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</w:t>
            </w:r>
            <w:r w:rsidRPr="007578A7">
              <w:rPr>
                <w:rFonts w:ascii="Corbel" w:hAnsi="Corbel"/>
                <w:sz w:val="24"/>
                <w:szCs w:val="24"/>
              </w:rPr>
              <w:t xml:space="preserve">definiuje pojęcie diagnozy resocjalizacyjnej, prezentuje i porównuje jej modele, </w:t>
            </w:r>
          </w:p>
        </w:tc>
        <w:tc>
          <w:tcPr>
            <w:tcW w:w="1873" w:type="dxa"/>
          </w:tcPr>
          <w:p w:rsidR="00E07C83" w:rsidRDefault="00E07C83" w:rsidP="00F528F6">
            <w:pPr>
              <w:pStyle w:val="Punktygwne"/>
              <w:spacing w:before="0" w:after="0"/>
              <w:jc w:val="center"/>
              <w:rPr>
                <w:rFonts w:ascii="Corbel" w:hAnsi="Corbel" w:cs="TimesNewRomanPSMT"/>
                <w:b w:val="0"/>
                <w:szCs w:val="24"/>
                <w:lang w:eastAsia="pl-PL"/>
              </w:rPr>
            </w:pPr>
            <w:r w:rsidRPr="005870AE">
              <w:rPr>
                <w:rFonts w:ascii="Corbel" w:hAnsi="Corbel" w:cs="TimesNewRomanPSMT"/>
                <w:b w:val="0"/>
                <w:szCs w:val="24"/>
                <w:lang w:eastAsia="pl-PL"/>
              </w:rPr>
              <w:t>K_W01</w:t>
            </w:r>
          </w:p>
          <w:p w:rsidR="00E07C83" w:rsidRPr="005870AE" w:rsidRDefault="00E07C83" w:rsidP="00F528F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 w:cs="TimesNewRomanPSMT"/>
                <w:b w:val="0"/>
                <w:szCs w:val="24"/>
                <w:lang w:eastAsia="pl-PL"/>
              </w:rPr>
              <w:t>E.1R.W2</w:t>
            </w:r>
          </w:p>
        </w:tc>
      </w:tr>
      <w:tr w:rsidR="00E07C83" w:rsidRPr="009C54AE" w:rsidTr="00F528F6">
        <w:tc>
          <w:tcPr>
            <w:tcW w:w="1701" w:type="dxa"/>
          </w:tcPr>
          <w:p w:rsidR="00E07C83" w:rsidRPr="003B3A21" w:rsidRDefault="00E07C83" w:rsidP="00F528F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B3A21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E07C83" w:rsidRPr="007578A7" w:rsidRDefault="00E07C83" w:rsidP="000800E3">
            <w:pPr>
              <w:pStyle w:val="Akapitzlist"/>
              <w:numPr>
                <w:ilvl w:val="0"/>
                <w:numId w:val="13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7578A7">
              <w:rPr>
                <w:rFonts w:ascii="Corbel" w:hAnsi="Corbel"/>
                <w:sz w:val="24"/>
                <w:szCs w:val="24"/>
              </w:rPr>
              <w:t>scharakteryzuje i oceni metody, techniki i narzędzia wykorzystywane w diagnozie jednostek i grup osób niedostosowanych społecznie oraz środowisk wychowawczych, w których funkcjonują</w:t>
            </w:r>
          </w:p>
        </w:tc>
        <w:tc>
          <w:tcPr>
            <w:tcW w:w="1873" w:type="dxa"/>
          </w:tcPr>
          <w:p w:rsidR="00E07C83" w:rsidRPr="0014680A" w:rsidRDefault="00E07C83" w:rsidP="00F528F6">
            <w:pPr>
              <w:tabs>
                <w:tab w:val="left" w:leader="dot" w:pos="3969"/>
              </w:tabs>
              <w:spacing w:after="0"/>
              <w:jc w:val="center"/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  <w:r w:rsidRPr="0014680A">
              <w:rPr>
                <w:rFonts w:ascii="Corbel" w:hAnsi="Corbel" w:cs="TimesNewRomanPSMT"/>
                <w:sz w:val="24"/>
                <w:szCs w:val="24"/>
                <w:lang w:eastAsia="pl-PL"/>
              </w:rPr>
              <w:t>K_W04</w:t>
            </w:r>
          </w:p>
          <w:p w:rsidR="00E07C83" w:rsidRPr="0014680A" w:rsidRDefault="00E07C83" w:rsidP="00F528F6">
            <w:pPr>
              <w:tabs>
                <w:tab w:val="left" w:leader="dot" w:pos="3969"/>
              </w:tabs>
              <w:spacing w:after="0"/>
              <w:jc w:val="center"/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  <w:r w:rsidRPr="0014680A">
              <w:rPr>
                <w:rFonts w:ascii="Corbel" w:hAnsi="Corbel" w:cs="TimesNewRomanPSMT"/>
                <w:sz w:val="24"/>
                <w:szCs w:val="24"/>
                <w:lang w:eastAsia="pl-PL"/>
              </w:rPr>
              <w:t>E.1R.W2</w:t>
            </w:r>
          </w:p>
          <w:p w:rsidR="00E07C83" w:rsidRPr="005870AE" w:rsidRDefault="00E07C83" w:rsidP="00F528F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E07C83" w:rsidRPr="009C54AE" w:rsidTr="00F528F6">
        <w:tc>
          <w:tcPr>
            <w:tcW w:w="1701" w:type="dxa"/>
          </w:tcPr>
          <w:p w:rsidR="00E07C83" w:rsidRPr="003B3A21" w:rsidRDefault="00E07C83" w:rsidP="00F528F6">
            <w:pPr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6096" w:type="dxa"/>
          </w:tcPr>
          <w:p w:rsidR="00E07C83" w:rsidRPr="007578A7" w:rsidRDefault="00E07C83" w:rsidP="000800E3">
            <w:pPr>
              <w:pStyle w:val="Akapitzlist"/>
              <w:numPr>
                <w:ilvl w:val="0"/>
                <w:numId w:val="13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7578A7">
              <w:rPr>
                <w:rFonts w:ascii="Corbel" w:hAnsi="Corbel"/>
                <w:sz w:val="24"/>
                <w:szCs w:val="24"/>
              </w:rPr>
              <w:t xml:space="preserve">zaprojektuje i poprowadzi badania o charakterze diagnostycznym, skonstruuje proste narzędzie badawcze diagnozujące problemy osób niedostosowanych społecznie oraz ich środowiska wychowawczego, </w:t>
            </w:r>
          </w:p>
        </w:tc>
        <w:tc>
          <w:tcPr>
            <w:tcW w:w="1873" w:type="dxa"/>
          </w:tcPr>
          <w:p w:rsidR="00E07C83" w:rsidRDefault="00E07C83" w:rsidP="00F528F6">
            <w:pPr>
              <w:pStyle w:val="Punktygwne"/>
              <w:spacing w:before="0" w:after="0"/>
              <w:jc w:val="center"/>
              <w:rPr>
                <w:rFonts w:ascii="Corbel" w:hAnsi="Corbel" w:cs="TimesNewRomanPSMT"/>
                <w:b w:val="0"/>
                <w:szCs w:val="24"/>
                <w:lang w:eastAsia="pl-PL"/>
              </w:rPr>
            </w:pPr>
            <w:r w:rsidRPr="005870AE">
              <w:rPr>
                <w:rFonts w:ascii="Corbel" w:hAnsi="Corbel" w:cs="TimesNewRomanPSMT"/>
                <w:b w:val="0"/>
                <w:szCs w:val="24"/>
                <w:lang w:eastAsia="pl-PL"/>
              </w:rPr>
              <w:t>K_U02</w:t>
            </w:r>
          </w:p>
          <w:p w:rsidR="00E07C83" w:rsidRDefault="00E07C83" w:rsidP="00F528F6">
            <w:pPr>
              <w:pStyle w:val="Punktygwne"/>
              <w:spacing w:before="0" w:after="0"/>
              <w:jc w:val="center"/>
              <w:rPr>
                <w:rFonts w:ascii="Corbel" w:hAnsi="Corbel" w:cs="TimesNewRomanPSMT"/>
                <w:b w:val="0"/>
                <w:szCs w:val="24"/>
                <w:lang w:eastAsia="pl-PL"/>
              </w:rPr>
            </w:pPr>
            <w:r>
              <w:rPr>
                <w:rFonts w:ascii="Corbel" w:hAnsi="Corbel" w:cs="TimesNewRomanPSMT"/>
                <w:b w:val="0"/>
                <w:szCs w:val="24"/>
                <w:lang w:eastAsia="pl-PL"/>
              </w:rPr>
              <w:t>E.1R.U2</w:t>
            </w:r>
          </w:p>
          <w:p w:rsidR="00E07C83" w:rsidRPr="005870AE" w:rsidRDefault="00E07C83" w:rsidP="00F528F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E07C83" w:rsidRPr="009C54AE" w:rsidTr="00F528F6">
        <w:tc>
          <w:tcPr>
            <w:tcW w:w="1701" w:type="dxa"/>
          </w:tcPr>
          <w:p w:rsidR="00E07C83" w:rsidRPr="003B3A21" w:rsidRDefault="00E07C83" w:rsidP="00F528F6">
            <w:pPr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6096" w:type="dxa"/>
          </w:tcPr>
          <w:p w:rsidR="00E07C83" w:rsidRPr="007578A7" w:rsidRDefault="00E07C83" w:rsidP="000800E3">
            <w:pPr>
              <w:pStyle w:val="Akapitzlist"/>
              <w:numPr>
                <w:ilvl w:val="0"/>
                <w:numId w:val="13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przeprowadzi</w:t>
            </w:r>
            <w:r w:rsidRPr="007578A7">
              <w:rPr>
                <w:rFonts w:ascii="Corbel" w:hAnsi="Corbel"/>
                <w:sz w:val="24"/>
                <w:szCs w:val="24"/>
              </w:rPr>
              <w:t xml:space="preserve"> rzetelną analizę materiału diagnostycznego wykorzystując nowoczesne technologie informatyczne, </w:t>
            </w:r>
            <w:r w:rsidRPr="007578A7">
              <w:rPr>
                <w:rFonts w:ascii="Corbel" w:hAnsi="Corbel"/>
                <w:sz w:val="24"/>
                <w:szCs w:val="24"/>
              </w:rPr>
              <w:br/>
              <w:t xml:space="preserve">formułuje trafne wnioski oraz konstruuje realne i efektywne rekomendacje do pracy profilaktycznej i resocjalizacyjnej; dokonuje prezentacji wyników </w:t>
            </w:r>
            <w:r w:rsidRPr="007578A7">
              <w:rPr>
                <w:rFonts w:ascii="Corbel" w:hAnsi="Corbel"/>
                <w:sz w:val="24"/>
                <w:szCs w:val="24"/>
              </w:rPr>
              <w:lastRenderedPageBreak/>
              <w:t xml:space="preserve">diagnozy przy użyciu nowoczesnych technologii informatycznych, </w:t>
            </w:r>
          </w:p>
        </w:tc>
        <w:tc>
          <w:tcPr>
            <w:tcW w:w="1873" w:type="dxa"/>
          </w:tcPr>
          <w:p w:rsidR="00E07C83" w:rsidRPr="005870AE" w:rsidRDefault="00E07C83" w:rsidP="00F528F6">
            <w:pPr>
              <w:pStyle w:val="Punktygwne"/>
              <w:spacing w:before="0" w:after="0"/>
              <w:jc w:val="center"/>
              <w:rPr>
                <w:rFonts w:ascii="Corbel" w:hAnsi="Corbel" w:cs="TimesNewRomanPSMT"/>
                <w:b w:val="0"/>
                <w:szCs w:val="24"/>
                <w:lang w:eastAsia="pl-PL"/>
              </w:rPr>
            </w:pPr>
            <w:r w:rsidRPr="005870AE">
              <w:rPr>
                <w:rFonts w:ascii="Corbel" w:hAnsi="Corbel" w:cs="TimesNewRomanPSMT"/>
                <w:b w:val="0"/>
                <w:szCs w:val="24"/>
                <w:lang w:eastAsia="pl-PL"/>
              </w:rPr>
              <w:lastRenderedPageBreak/>
              <w:t>K_U02</w:t>
            </w:r>
          </w:p>
          <w:p w:rsidR="00E07C83" w:rsidRDefault="00E07C83" w:rsidP="00F528F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870AE">
              <w:rPr>
                <w:rFonts w:ascii="Corbel" w:hAnsi="Corbel"/>
                <w:b w:val="0"/>
                <w:szCs w:val="24"/>
              </w:rPr>
              <w:t>K_U03</w:t>
            </w:r>
          </w:p>
          <w:p w:rsidR="00E07C83" w:rsidRDefault="00E07C83" w:rsidP="00F528F6">
            <w:pPr>
              <w:pStyle w:val="Punktygwne"/>
              <w:spacing w:before="0" w:after="0"/>
              <w:jc w:val="center"/>
              <w:rPr>
                <w:rFonts w:ascii="Corbel" w:hAnsi="Corbel" w:cs="TimesNewRomanPSMT"/>
                <w:b w:val="0"/>
                <w:szCs w:val="24"/>
                <w:lang w:eastAsia="pl-PL"/>
              </w:rPr>
            </w:pPr>
            <w:r>
              <w:rPr>
                <w:rFonts w:ascii="Corbel" w:hAnsi="Corbel" w:cs="TimesNewRomanPSMT"/>
                <w:b w:val="0"/>
                <w:szCs w:val="24"/>
                <w:lang w:eastAsia="pl-PL"/>
              </w:rPr>
              <w:t>E.1R.U3</w:t>
            </w:r>
          </w:p>
          <w:p w:rsidR="00E07C83" w:rsidRPr="005870AE" w:rsidRDefault="00E07C83" w:rsidP="00F528F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E07C83" w:rsidRPr="009C54AE" w:rsidTr="00F528F6">
        <w:tc>
          <w:tcPr>
            <w:tcW w:w="1701" w:type="dxa"/>
          </w:tcPr>
          <w:p w:rsidR="00E07C83" w:rsidRPr="003B3A21" w:rsidRDefault="00E07C83" w:rsidP="00F528F6">
            <w:pPr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lastRenderedPageBreak/>
              <w:t>EK_05</w:t>
            </w:r>
          </w:p>
        </w:tc>
        <w:tc>
          <w:tcPr>
            <w:tcW w:w="6096" w:type="dxa"/>
          </w:tcPr>
          <w:p w:rsidR="00E07C83" w:rsidRPr="007578A7" w:rsidRDefault="00E07C83" w:rsidP="000800E3">
            <w:pPr>
              <w:pStyle w:val="Akapitzlist"/>
              <w:numPr>
                <w:ilvl w:val="0"/>
                <w:numId w:val="13"/>
              </w:num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</w:t>
            </w:r>
            <w:r w:rsidRPr="007578A7">
              <w:rPr>
                <w:rFonts w:ascii="Corbel" w:hAnsi="Corbel"/>
                <w:sz w:val="24"/>
                <w:szCs w:val="24"/>
              </w:rPr>
              <w:t xml:space="preserve">prezentuje postawę </w:t>
            </w:r>
            <w:r w:rsidRPr="007578A7">
              <w:rPr>
                <w:rFonts w:ascii="Corbel" w:hAnsi="Corbel"/>
                <w:bCs/>
                <w:sz w:val="24"/>
                <w:szCs w:val="24"/>
              </w:rPr>
              <w:t>odpowiedzialności za etyczność</w:t>
            </w:r>
            <w:r w:rsidRPr="007578A7">
              <w:rPr>
                <w:rFonts w:ascii="Corbel" w:hAnsi="Corbel"/>
                <w:sz w:val="24"/>
                <w:szCs w:val="24"/>
              </w:rPr>
              <w:t xml:space="preserve"> postępowania badawczego, jest skrupulatny w czasie przygotowywania badań i analizowania wyników, zachowuje ostrożność w czasie formułowania ostatecznych wniosków.</w:t>
            </w:r>
          </w:p>
        </w:tc>
        <w:tc>
          <w:tcPr>
            <w:tcW w:w="1873" w:type="dxa"/>
          </w:tcPr>
          <w:p w:rsidR="00E07C83" w:rsidRDefault="00E07C83" w:rsidP="00F528F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5870AE">
              <w:rPr>
                <w:rFonts w:ascii="Corbel" w:hAnsi="Corbel"/>
                <w:b w:val="0"/>
              </w:rPr>
              <w:t>K_K04</w:t>
            </w:r>
          </w:p>
          <w:p w:rsidR="00E07C83" w:rsidRDefault="00E07C83" w:rsidP="00F528F6">
            <w:pPr>
              <w:pStyle w:val="Punktygwne"/>
              <w:spacing w:before="0" w:after="0"/>
              <w:jc w:val="center"/>
              <w:rPr>
                <w:rFonts w:ascii="Corbel" w:hAnsi="Corbel" w:cs="TimesNewRomanPSMT"/>
                <w:b w:val="0"/>
                <w:szCs w:val="24"/>
                <w:lang w:eastAsia="pl-PL"/>
              </w:rPr>
            </w:pPr>
            <w:r>
              <w:rPr>
                <w:rFonts w:ascii="Corbel" w:hAnsi="Corbel" w:cs="TimesNewRomanPSMT"/>
                <w:b w:val="0"/>
                <w:szCs w:val="24"/>
                <w:lang w:eastAsia="pl-PL"/>
              </w:rPr>
              <w:t>E.1R.K2</w:t>
            </w:r>
          </w:p>
          <w:p w:rsidR="00E07C83" w:rsidRPr="005870AE" w:rsidRDefault="00E07C83" w:rsidP="00F528F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1D7B54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B169D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3.3</w:t>
      </w:r>
      <w:r w:rsidR="0085747A" w:rsidRPr="00B169DF">
        <w:rPr>
          <w:rFonts w:ascii="Corbel" w:hAnsi="Corbel"/>
          <w:b/>
          <w:sz w:val="24"/>
          <w:szCs w:val="24"/>
        </w:rPr>
        <w:t>T</w:t>
      </w:r>
      <w:r w:rsidR="001D7B54" w:rsidRPr="00B169DF">
        <w:rPr>
          <w:rFonts w:ascii="Corbel" w:hAnsi="Corbel"/>
          <w:b/>
          <w:sz w:val="24"/>
          <w:szCs w:val="24"/>
        </w:rPr>
        <w:t xml:space="preserve">reści programowe </w:t>
      </w:r>
    </w:p>
    <w:p w:rsidR="0085747A" w:rsidRPr="00B169DF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B169DF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E07C83" w:rsidRPr="009C54AE" w:rsidTr="00F528F6">
        <w:tc>
          <w:tcPr>
            <w:tcW w:w="9639" w:type="dxa"/>
          </w:tcPr>
          <w:p w:rsidR="00E07C83" w:rsidRPr="009C54AE" w:rsidRDefault="00E07C83" w:rsidP="00F528F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07C83" w:rsidRPr="009C54AE" w:rsidTr="00F528F6">
        <w:tc>
          <w:tcPr>
            <w:tcW w:w="9639" w:type="dxa"/>
          </w:tcPr>
          <w:p w:rsidR="00E07C83" w:rsidRPr="003B3A21" w:rsidRDefault="00E07C83" w:rsidP="00F528F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Diagnoza w resocjalizacji: pojęcie, przedmiot; funkcje diagnozy resocjalizacyjnej, diagnoza pozytywna</w:t>
            </w:r>
          </w:p>
        </w:tc>
      </w:tr>
      <w:tr w:rsidR="00E07C83" w:rsidRPr="009C54AE" w:rsidTr="00F528F6">
        <w:tc>
          <w:tcPr>
            <w:tcW w:w="9639" w:type="dxa"/>
          </w:tcPr>
          <w:p w:rsidR="00E07C83" w:rsidRPr="003B3A21" w:rsidRDefault="00E07C83" w:rsidP="00F528F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Modele diagnozy resocjalizacyjnej i ich teoretyczne uzasadnienia; metody, techniki, narzędzia badawcze wykorzystywane w diagnozie resocjalizacyjnej</w:t>
            </w:r>
          </w:p>
        </w:tc>
      </w:tr>
      <w:tr w:rsidR="00E07C83" w:rsidRPr="009C54AE" w:rsidTr="00F528F6">
        <w:tc>
          <w:tcPr>
            <w:tcW w:w="9639" w:type="dxa"/>
          </w:tcPr>
          <w:p w:rsidR="00E07C83" w:rsidRPr="003B3A21" w:rsidRDefault="00E07C83" w:rsidP="00F528F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Dobór metod i technik badawczych, konstruowanie narzędzi diagnostycznych, ocena ich wartości diagnostycznej; Czynniki determinujące i wyznaczniki jakości kontaktu diagnostycznego; czynniki dynamizujące bądź zakłócające przebieg kontaktu diagnostycznego</w:t>
            </w:r>
          </w:p>
        </w:tc>
      </w:tr>
      <w:tr w:rsidR="00E07C83" w:rsidRPr="009C54AE" w:rsidTr="00F528F6">
        <w:tc>
          <w:tcPr>
            <w:tcW w:w="9639" w:type="dxa"/>
          </w:tcPr>
          <w:p w:rsidR="00E07C83" w:rsidRPr="003B3A21" w:rsidRDefault="00E07C83" w:rsidP="00F528F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Model diagnozy behawioralnej w resocjalizacji</w:t>
            </w:r>
          </w:p>
        </w:tc>
      </w:tr>
      <w:tr w:rsidR="00E07C83" w:rsidRPr="009C54AE" w:rsidTr="00F528F6">
        <w:tc>
          <w:tcPr>
            <w:tcW w:w="9639" w:type="dxa"/>
          </w:tcPr>
          <w:p w:rsidR="00E07C83" w:rsidRPr="003B3A21" w:rsidRDefault="00E07C83" w:rsidP="00F528F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Model diagnozy interakcyjnej w resocjalizacji</w:t>
            </w:r>
          </w:p>
        </w:tc>
      </w:tr>
      <w:tr w:rsidR="00E07C83" w:rsidRPr="009C54AE" w:rsidTr="00F528F6">
        <w:tc>
          <w:tcPr>
            <w:tcW w:w="9639" w:type="dxa"/>
          </w:tcPr>
          <w:p w:rsidR="00E07C83" w:rsidRPr="003B3A21" w:rsidRDefault="00E07C83" w:rsidP="00F528F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Model diagnozy interdyscyplinarnej w resocjalizacji</w:t>
            </w:r>
          </w:p>
        </w:tc>
      </w:tr>
      <w:tr w:rsidR="00E07C83" w:rsidRPr="009C54AE" w:rsidTr="00F528F6">
        <w:tc>
          <w:tcPr>
            <w:tcW w:w="9639" w:type="dxa"/>
          </w:tcPr>
          <w:p w:rsidR="00E07C83" w:rsidRPr="003B3A21" w:rsidRDefault="00E07C83" w:rsidP="00F528F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Diagnozowanie systemu rodzinnego osób zagrożonych niedostosowaniem społecznym </w:t>
            </w:r>
            <w:r>
              <w:rPr>
                <w:rFonts w:ascii="Corbel" w:hAnsi="Corbel"/>
                <w:sz w:val="24"/>
                <w:szCs w:val="24"/>
              </w:rPr>
              <w:br/>
              <w:t>i niedostosowanych społecznie</w:t>
            </w:r>
          </w:p>
        </w:tc>
      </w:tr>
      <w:tr w:rsidR="00E07C83" w:rsidRPr="009C54AE" w:rsidTr="00F528F6">
        <w:tc>
          <w:tcPr>
            <w:tcW w:w="9639" w:type="dxa"/>
          </w:tcPr>
          <w:p w:rsidR="00E07C83" w:rsidRPr="003B3A21" w:rsidRDefault="00E07C83" w:rsidP="00F528F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Przemoc i agresja jako przedmiot diagnozy resocjalizacyjnej</w:t>
            </w:r>
          </w:p>
        </w:tc>
      </w:tr>
      <w:tr w:rsidR="00E07C83" w:rsidRPr="009C54AE" w:rsidTr="00F528F6">
        <w:tc>
          <w:tcPr>
            <w:tcW w:w="9639" w:type="dxa"/>
          </w:tcPr>
          <w:p w:rsidR="00E07C83" w:rsidRPr="003B3A21" w:rsidRDefault="00E07C83" w:rsidP="00F528F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Diagnoza uzależnienia i współuzależnienia od substancji psychoaktywnych</w:t>
            </w:r>
          </w:p>
        </w:tc>
      </w:tr>
    </w:tbl>
    <w:p w:rsidR="006A7F90" w:rsidRDefault="006A7F90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71B4C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Problematyka ćwiczeń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E07C83" w:rsidRPr="009C54AE" w:rsidTr="00F528F6">
        <w:tc>
          <w:tcPr>
            <w:tcW w:w="9639" w:type="dxa"/>
          </w:tcPr>
          <w:p w:rsidR="00E07C83" w:rsidRPr="009C54AE" w:rsidRDefault="00E07C83" w:rsidP="00F528F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07C83" w:rsidRPr="009C54AE" w:rsidTr="00F528F6">
        <w:tc>
          <w:tcPr>
            <w:tcW w:w="9639" w:type="dxa"/>
          </w:tcPr>
          <w:p w:rsidR="00E07C83" w:rsidRPr="003B3A21" w:rsidRDefault="00E07C83" w:rsidP="00F528F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Symptomy i determinanty niedostosowania społecznego</w:t>
            </w:r>
            <w:r>
              <w:rPr>
                <w:rFonts w:ascii="Corbel" w:hAnsi="Corbel"/>
                <w:sz w:val="24"/>
                <w:szCs w:val="24"/>
              </w:rPr>
              <w:t xml:space="preserve"> jako przedmiot diagnozy resocjalizacyjnej</w:t>
            </w:r>
          </w:p>
        </w:tc>
      </w:tr>
      <w:tr w:rsidR="00E07C83" w:rsidRPr="009C54AE" w:rsidTr="00F528F6">
        <w:tc>
          <w:tcPr>
            <w:tcW w:w="9639" w:type="dxa"/>
          </w:tcPr>
          <w:p w:rsidR="00E07C83" w:rsidRPr="003B3A21" w:rsidRDefault="00E07C83" w:rsidP="00F528F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Przebieg i schemat diagnozy resocjalizacyjnej</w:t>
            </w:r>
            <w:r>
              <w:rPr>
                <w:rFonts w:ascii="Corbel" w:hAnsi="Corbel"/>
                <w:sz w:val="24"/>
                <w:szCs w:val="24"/>
              </w:rPr>
              <w:t xml:space="preserve">; diagnoza resocjalizacyjna jako fundament projektowania i realizacji efektywnych oddziaływań resocjalizacyjnych </w:t>
            </w:r>
          </w:p>
        </w:tc>
      </w:tr>
      <w:tr w:rsidR="00E07C83" w:rsidRPr="009C54AE" w:rsidTr="00F528F6">
        <w:tc>
          <w:tcPr>
            <w:tcW w:w="9639" w:type="dxa"/>
          </w:tcPr>
          <w:p w:rsidR="00E07C83" w:rsidRPr="003B3A21" w:rsidRDefault="00E07C83" w:rsidP="00F528F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Trudności i</w:t>
            </w:r>
            <w:r w:rsidRPr="003B3A21">
              <w:rPr>
                <w:rFonts w:ascii="Corbel" w:hAnsi="Corbel"/>
                <w:sz w:val="24"/>
                <w:szCs w:val="24"/>
              </w:rPr>
              <w:t xml:space="preserve"> dylematy</w:t>
            </w:r>
            <w:r>
              <w:rPr>
                <w:rFonts w:ascii="Corbel" w:hAnsi="Corbel"/>
                <w:sz w:val="24"/>
                <w:szCs w:val="24"/>
              </w:rPr>
              <w:t xml:space="preserve"> wiążące się z diagnozą jednostek niedostosowanych społecznie</w:t>
            </w:r>
            <w:r w:rsidRPr="003B3A21">
              <w:rPr>
                <w:rFonts w:ascii="Corbel" w:hAnsi="Corbel"/>
                <w:sz w:val="24"/>
                <w:szCs w:val="24"/>
              </w:rPr>
              <w:t>; zasady etyczne w diagnozie resocjalizacyjnej</w:t>
            </w:r>
            <w:r>
              <w:rPr>
                <w:rFonts w:ascii="Corbel" w:hAnsi="Corbel"/>
                <w:sz w:val="24"/>
                <w:szCs w:val="24"/>
              </w:rPr>
              <w:t>; zasady bezpieczeństwa</w:t>
            </w:r>
          </w:p>
        </w:tc>
      </w:tr>
      <w:tr w:rsidR="00E07C83" w:rsidRPr="009C54AE" w:rsidTr="00F528F6">
        <w:tc>
          <w:tcPr>
            <w:tcW w:w="9639" w:type="dxa"/>
          </w:tcPr>
          <w:p w:rsidR="00E07C83" w:rsidRPr="003B3A21" w:rsidRDefault="00E07C83" w:rsidP="00F528F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 xml:space="preserve">Metody, techniki, narzędzia badawcze wykorzystywane w diagnozie resocjalizacyjnej </w:t>
            </w:r>
          </w:p>
        </w:tc>
      </w:tr>
      <w:tr w:rsidR="00E07C83" w:rsidRPr="009C54AE" w:rsidTr="00F528F6">
        <w:tc>
          <w:tcPr>
            <w:tcW w:w="9639" w:type="dxa"/>
          </w:tcPr>
          <w:p w:rsidR="00E07C83" w:rsidRPr="003B3A21" w:rsidRDefault="00E07C83" w:rsidP="00F528F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 xml:space="preserve">Wybrane narzędzia do globalnej oceny zaburzeń zachowania i niedostosowania społecznego </w:t>
            </w:r>
          </w:p>
        </w:tc>
      </w:tr>
      <w:tr w:rsidR="00E07C83" w:rsidRPr="009C54AE" w:rsidTr="00F528F6">
        <w:tc>
          <w:tcPr>
            <w:tcW w:w="9639" w:type="dxa"/>
          </w:tcPr>
          <w:p w:rsidR="00E07C83" w:rsidRPr="003B3A21" w:rsidRDefault="00E07C83" w:rsidP="00F528F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 xml:space="preserve">Dobór metod i technik badawczych, konstruowanie narzędzi diagnostycznych, ocena ich wartości diagnostycznej </w:t>
            </w:r>
          </w:p>
        </w:tc>
      </w:tr>
      <w:tr w:rsidR="00E07C83" w:rsidRPr="009C54AE" w:rsidTr="00F528F6">
        <w:tc>
          <w:tcPr>
            <w:tcW w:w="9639" w:type="dxa"/>
          </w:tcPr>
          <w:p w:rsidR="00E07C83" w:rsidRPr="003B3A21" w:rsidRDefault="00E07C83" w:rsidP="00F528F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 xml:space="preserve">Czynniki determinujące i wyznaczniki jakości kontaktu diagnostycznego; czynniki dynamizujące bądź zakłócające przebieg kontaktu diagnostycznego </w:t>
            </w:r>
          </w:p>
        </w:tc>
      </w:tr>
      <w:tr w:rsidR="00E07C83" w:rsidRPr="009C54AE" w:rsidTr="00F528F6">
        <w:tc>
          <w:tcPr>
            <w:tcW w:w="9639" w:type="dxa"/>
          </w:tcPr>
          <w:p w:rsidR="00E07C83" w:rsidRPr="003B3A21" w:rsidRDefault="00E07C83" w:rsidP="00F528F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 xml:space="preserve">Model diagnozy behawioralnej w resocjalizacji </w:t>
            </w:r>
            <w:r>
              <w:rPr>
                <w:rFonts w:ascii="Corbel" w:hAnsi="Corbel"/>
                <w:sz w:val="24"/>
                <w:szCs w:val="24"/>
              </w:rPr>
              <w:t>-wykorzystywane metody, techniki i narzędzia badawcze</w:t>
            </w:r>
          </w:p>
        </w:tc>
      </w:tr>
      <w:tr w:rsidR="00E07C83" w:rsidRPr="009C54AE" w:rsidTr="00F528F6">
        <w:tc>
          <w:tcPr>
            <w:tcW w:w="9639" w:type="dxa"/>
          </w:tcPr>
          <w:p w:rsidR="00E07C83" w:rsidRPr="003B3A21" w:rsidRDefault="00E07C83" w:rsidP="00F528F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Model diagnozy i</w:t>
            </w:r>
            <w:r>
              <w:rPr>
                <w:rFonts w:ascii="Corbel" w:hAnsi="Corbel"/>
                <w:sz w:val="24"/>
                <w:szCs w:val="24"/>
              </w:rPr>
              <w:t>nterakcyjnej w resocjalizacji –wykorzystywane metody, techniki i narzędzia badawcze</w:t>
            </w:r>
            <w:r w:rsidRPr="003B3A21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E07C83" w:rsidRPr="009C54AE" w:rsidTr="00F528F6">
        <w:tc>
          <w:tcPr>
            <w:tcW w:w="9639" w:type="dxa"/>
          </w:tcPr>
          <w:p w:rsidR="00E07C83" w:rsidRPr="003B3A21" w:rsidRDefault="00E07C83" w:rsidP="00F528F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 xml:space="preserve">Model diagnozy interdyscyplinarnej w resocjalizacji </w:t>
            </w:r>
            <w:r>
              <w:rPr>
                <w:rFonts w:ascii="Corbel" w:hAnsi="Corbel"/>
                <w:sz w:val="24"/>
                <w:szCs w:val="24"/>
              </w:rPr>
              <w:t>–</w:t>
            </w:r>
            <w:r w:rsidRPr="003B3A21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wykorzystywane metody, techniki i narzędzia badawcze</w:t>
            </w:r>
            <w:r w:rsidRPr="003B3A21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E07C83" w:rsidRPr="009C54AE" w:rsidTr="00F528F6">
        <w:tc>
          <w:tcPr>
            <w:tcW w:w="9639" w:type="dxa"/>
          </w:tcPr>
          <w:p w:rsidR="00E07C83" w:rsidRPr="003B3A21" w:rsidRDefault="00E07C83" w:rsidP="00F528F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lastRenderedPageBreak/>
              <w:t xml:space="preserve">Elementy środowiska rodzinnego uwzględnione w diagnozie resocjalizacyjnej </w:t>
            </w:r>
          </w:p>
        </w:tc>
      </w:tr>
      <w:tr w:rsidR="00E07C83" w:rsidRPr="009C54AE" w:rsidTr="00F528F6">
        <w:tc>
          <w:tcPr>
            <w:tcW w:w="9639" w:type="dxa"/>
          </w:tcPr>
          <w:p w:rsidR="00E07C83" w:rsidRDefault="00E07C83" w:rsidP="00F528F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 xml:space="preserve">Diagnozowanie środowiska szkolnego </w:t>
            </w:r>
          </w:p>
        </w:tc>
      </w:tr>
      <w:tr w:rsidR="00E07C83" w:rsidRPr="009C54AE" w:rsidTr="00F528F6">
        <w:tc>
          <w:tcPr>
            <w:tcW w:w="9639" w:type="dxa"/>
          </w:tcPr>
          <w:p w:rsidR="00E07C83" w:rsidRPr="003B3A21" w:rsidRDefault="00E07C83" w:rsidP="00F528F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Diagnoza funkcjonowania instytucji resocjalizacyjnych</w:t>
            </w:r>
          </w:p>
        </w:tc>
      </w:tr>
      <w:tr w:rsidR="00E07C83" w:rsidRPr="009C54AE" w:rsidTr="00F528F6">
        <w:tc>
          <w:tcPr>
            <w:tcW w:w="9639" w:type="dxa"/>
          </w:tcPr>
          <w:p w:rsidR="00E07C83" w:rsidRDefault="00E07C83" w:rsidP="00F528F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Diagnoza kompetencji społecznych</w:t>
            </w:r>
          </w:p>
        </w:tc>
      </w:tr>
      <w:tr w:rsidR="00E07C83" w:rsidRPr="009C54AE" w:rsidTr="00F528F6">
        <w:tc>
          <w:tcPr>
            <w:tcW w:w="9639" w:type="dxa"/>
          </w:tcPr>
          <w:p w:rsidR="00E07C83" w:rsidRPr="003B3A21" w:rsidRDefault="00E07C83" w:rsidP="00F528F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Diagnoza samooceny</w:t>
            </w:r>
          </w:p>
        </w:tc>
      </w:tr>
      <w:tr w:rsidR="00E07C83" w:rsidRPr="009C54AE" w:rsidTr="00F528F6">
        <w:tc>
          <w:tcPr>
            <w:tcW w:w="9639" w:type="dxa"/>
          </w:tcPr>
          <w:p w:rsidR="00E07C83" w:rsidRDefault="00E07C83" w:rsidP="00F528F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</w:t>
            </w:r>
            <w:r w:rsidRPr="003B3A21">
              <w:rPr>
                <w:rFonts w:ascii="Corbel" w:hAnsi="Corbel"/>
                <w:sz w:val="24"/>
                <w:szCs w:val="24"/>
              </w:rPr>
              <w:t xml:space="preserve">iagnoza przemocy </w:t>
            </w:r>
            <w:r>
              <w:rPr>
                <w:rFonts w:ascii="Corbel" w:hAnsi="Corbel"/>
                <w:sz w:val="24"/>
                <w:szCs w:val="24"/>
              </w:rPr>
              <w:t>(sprawcy, ofiary, środowiska społeczne, w których dochodzi do aktów przemocy)</w:t>
            </w:r>
          </w:p>
        </w:tc>
      </w:tr>
      <w:tr w:rsidR="00E07C83" w:rsidRPr="009C54AE" w:rsidTr="00F528F6">
        <w:tc>
          <w:tcPr>
            <w:tcW w:w="9639" w:type="dxa"/>
          </w:tcPr>
          <w:p w:rsidR="00E07C83" w:rsidRPr="003B3A21" w:rsidRDefault="00E07C83" w:rsidP="00F528F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 xml:space="preserve">Diagnoza uzależnienia i współuzależnienia od substancji psychoaktywnych </w:t>
            </w:r>
          </w:p>
        </w:tc>
      </w:tr>
      <w:tr w:rsidR="00E07C83" w:rsidRPr="009C54AE" w:rsidTr="00F528F6">
        <w:tc>
          <w:tcPr>
            <w:tcW w:w="9639" w:type="dxa"/>
          </w:tcPr>
          <w:p w:rsidR="00E07C83" w:rsidRDefault="00E07C83" w:rsidP="00F528F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Badania postaw społecznych wobec różnych zjawisk patologii społecznej: </w:t>
            </w:r>
          </w:p>
          <w:p w:rsidR="00E07C83" w:rsidRDefault="00E07C83" w:rsidP="00E07C83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analiza stanu dotychczasowych badań społecznych jako podstawa formułowania problematyki i hipotez w badaniach własnych,</w:t>
            </w:r>
          </w:p>
          <w:p w:rsidR="00E07C83" w:rsidRDefault="00E07C83" w:rsidP="00E07C83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problematyka badań i próba badawcza a dobór efektywnych metod, technik i konstruowanie zestawu narzędzi diagnostycznych,</w:t>
            </w:r>
          </w:p>
          <w:p w:rsidR="00E07C83" w:rsidRDefault="00E07C83" w:rsidP="00E07C83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rzetelność narzędzi diagnostycznych jako wyraz respektowania zasad etyki badań społecznych,</w:t>
            </w:r>
          </w:p>
          <w:p w:rsidR="00E07C83" w:rsidRDefault="00E07C83" w:rsidP="00E07C83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walory i mankamenty badań społecznych realizowanych w kontakcie bezpośrednim </w:t>
            </w:r>
            <w:r>
              <w:rPr>
                <w:rFonts w:ascii="Corbel" w:hAnsi="Corbel"/>
                <w:sz w:val="24"/>
                <w:szCs w:val="24"/>
              </w:rPr>
              <w:br/>
              <w:t>i z wykorzystaniem nowoczesnych technologii informatycznych,</w:t>
            </w:r>
          </w:p>
          <w:p w:rsidR="00E07C83" w:rsidRPr="003B3A21" w:rsidRDefault="00E07C83" w:rsidP="00E07C83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analiza, wnioskowanie i przeprowadzanie dyskusji wyników badań własnych  </w:t>
            </w:r>
          </w:p>
        </w:tc>
      </w:tr>
    </w:tbl>
    <w:p w:rsidR="00E07C83" w:rsidRPr="00E07C83" w:rsidRDefault="00E07C83" w:rsidP="00E07C83">
      <w:pPr>
        <w:spacing w:line="240" w:lineRule="auto"/>
        <w:jc w:val="both"/>
        <w:rPr>
          <w:rFonts w:ascii="Corbel" w:hAnsi="Corbel"/>
          <w:sz w:val="24"/>
          <w:szCs w:val="24"/>
        </w:rPr>
      </w:pPr>
    </w:p>
    <w:p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</w:p>
    <w:p w:rsidR="009D3884" w:rsidRPr="00B169DF" w:rsidRDefault="009D3884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:rsidR="00153C41" w:rsidRPr="00B169DF" w:rsidRDefault="009D3884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Wykład: wykład problemowy, wykład z prezentacją multimedialną, </w:t>
      </w:r>
    </w:p>
    <w:p w:rsidR="00153C41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metoda projektów</w:t>
      </w:r>
      <w:r w:rsidR="00F21E62">
        <w:rPr>
          <w:rFonts w:ascii="Corbel" w:hAnsi="Corbel"/>
          <w:b w:val="0"/>
          <w:i/>
          <w:smallCaps w:val="0"/>
          <w:sz w:val="20"/>
          <w:szCs w:val="20"/>
        </w:rPr>
        <w:t xml:space="preserve"> (projekt badawczy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),</w:t>
      </w:r>
    </w:p>
    <w:p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</w:p>
    <w:p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:rsidR="00923D7D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85"/>
        <w:gridCol w:w="5528"/>
        <w:gridCol w:w="2126"/>
      </w:tblGrid>
      <w:tr w:rsidR="00E07C83" w:rsidRPr="009C54AE" w:rsidTr="00F528F6">
        <w:tc>
          <w:tcPr>
            <w:tcW w:w="1985" w:type="dxa"/>
            <w:vAlign w:val="center"/>
          </w:tcPr>
          <w:p w:rsidR="00E07C83" w:rsidRPr="009C54AE" w:rsidRDefault="00E07C83" w:rsidP="00F528F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E07C83" w:rsidRPr="009C54AE" w:rsidRDefault="00E07C83" w:rsidP="00F528F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:rsidR="00E07C83" w:rsidRPr="009C54AE" w:rsidRDefault="00E07C83" w:rsidP="00F528F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E07C83" w:rsidRPr="009C54AE" w:rsidRDefault="00E07C83" w:rsidP="00F528F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E07C83" w:rsidRPr="009C54AE" w:rsidRDefault="00E07C83" w:rsidP="00F528F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E07C83" w:rsidRPr="009C54AE" w:rsidTr="00F528F6">
        <w:tc>
          <w:tcPr>
            <w:tcW w:w="1985" w:type="dxa"/>
          </w:tcPr>
          <w:p w:rsidR="00E07C83" w:rsidRPr="003B3A21" w:rsidRDefault="00E07C83" w:rsidP="00F528F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B3A21">
              <w:rPr>
                <w:rFonts w:ascii="Corbel" w:hAnsi="Corbel"/>
                <w:b w:val="0"/>
                <w:szCs w:val="24"/>
              </w:rPr>
              <w:t>EK</w:t>
            </w:r>
            <w:r w:rsidRPr="003B3A21">
              <w:rPr>
                <w:rFonts w:ascii="Corbel" w:hAnsi="Corbel"/>
                <w:b w:val="0"/>
                <w:szCs w:val="24"/>
              </w:rPr>
              <w:softHyphen/>
              <w:t>_01</w:t>
            </w:r>
          </w:p>
        </w:tc>
        <w:tc>
          <w:tcPr>
            <w:tcW w:w="5528" w:type="dxa"/>
          </w:tcPr>
          <w:p w:rsidR="00E07C83" w:rsidRPr="003B3A21" w:rsidRDefault="00E07C83" w:rsidP="00F528F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color w:val="000000"/>
                <w:sz w:val="24"/>
                <w:szCs w:val="24"/>
              </w:rPr>
              <w:t>egzamin pisemny, kolokwium</w:t>
            </w:r>
          </w:p>
        </w:tc>
        <w:tc>
          <w:tcPr>
            <w:tcW w:w="2126" w:type="dxa"/>
          </w:tcPr>
          <w:p w:rsidR="00E07C83" w:rsidRPr="003B3A21" w:rsidRDefault="00E07C83" w:rsidP="00F528F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B3A21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E07C83" w:rsidRPr="009C54AE" w:rsidTr="00F528F6">
        <w:tc>
          <w:tcPr>
            <w:tcW w:w="1985" w:type="dxa"/>
          </w:tcPr>
          <w:p w:rsidR="00E07C83" w:rsidRPr="003B3A21" w:rsidRDefault="00E07C83" w:rsidP="00F528F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B3A21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528" w:type="dxa"/>
          </w:tcPr>
          <w:p w:rsidR="00E07C83" w:rsidRPr="003B3A21" w:rsidRDefault="00E07C83" w:rsidP="00F528F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color w:val="000000"/>
                <w:sz w:val="24"/>
                <w:szCs w:val="24"/>
              </w:rPr>
              <w:t xml:space="preserve">egzamin pisemny, </w:t>
            </w:r>
            <w:r w:rsidRPr="003B3A21">
              <w:rPr>
                <w:rFonts w:ascii="Corbel" w:hAnsi="Corbel"/>
                <w:sz w:val="24"/>
                <w:szCs w:val="24"/>
              </w:rPr>
              <w:t xml:space="preserve">projekt, ocena wypowiedzi </w:t>
            </w:r>
            <w:r>
              <w:rPr>
                <w:rFonts w:ascii="Corbel" w:hAnsi="Corbel"/>
                <w:sz w:val="24"/>
                <w:szCs w:val="24"/>
              </w:rPr>
              <w:br/>
            </w:r>
            <w:r w:rsidRPr="003B3A21">
              <w:rPr>
                <w:rFonts w:ascii="Corbel" w:hAnsi="Corbel"/>
                <w:sz w:val="24"/>
                <w:szCs w:val="24"/>
              </w:rPr>
              <w:t xml:space="preserve">w </w:t>
            </w:r>
            <w:r>
              <w:rPr>
                <w:rFonts w:ascii="Corbel" w:hAnsi="Corbel"/>
                <w:sz w:val="24"/>
                <w:szCs w:val="24"/>
              </w:rPr>
              <w:t>trakcie analizowania prezentowanych przez studentów projektów badawczych</w:t>
            </w:r>
            <w:r w:rsidRPr="003B3A21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3B3A21">
              <w:rPr>
                <w:rFonts w:ascii="Corbel" w:hAnsi="Corbel"/>
                <w:color w:val="000000"/>
                <w:sz w:val="24"/>
                <w:szCs w:val="24"/>
              </w:rPr>
              <w:t xml:space="preserve">kolokwium </w:t>
            </w:r>
          </w:p>
        </w:tc>
        <w:tc>
          <w:tcPr>
            <w:tcW w:w="2126" w:type="dxa"/>
          </w:tcPr>
          <w:p w:rsidR="00E07C83" w:rsidRPr="003B3A21" w:rsidRDefault="00E07C83" w:rsidP="00F528F6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 w:rsidRPr="003B3A21">
              <w:rPr>
                <w:rFonts w:ascii="Corbel" w:hAnsi="Corbel"/>
                <w:b w:val="0"/>
                <w:szCs w:val="24"/>
              </w:rPr>
              <w:t>w, ćw</w:t>
            </w:r>
          </w:p>
        </w:tc>
      </w:tr>
      <w:tr w:rsidR="00E07C83" w:rsidRPr="009C54AE" w:rsidTr="00F528F6">
        <w:tc>
          <w:tcPr>
            <w:tcW w:w="1985" w:type="dxa"/>
          </w:tcPr>
          <w:p w:rsidR="00E07C83" w:rsidRPr="003B3A21" w:rsidRDefault="00E07C83" w:rsidP="00F528F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5528" w:type="dxa"/>
          </w:tcPr>
          <w:p w:rsidR="00E07C83" w:rsidRPr="003B3A21" w:rsidRDefault="00E07C83" w:rsidP="00F528F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 xml:space="preserve"> projekt, ocena wypowiedzi w </w:t>
            </w:r>
            <w:r>
              <w:rPr>
                <w:rFonts w:ascii="Corbel" w:hAnsi="Corbel"/>
                <w:sz w:val="24"/>
                <w:szCs w:val="24"/>
              </w:rPr>
              <w:t>trakcie analizowania prezentowanych przez studentów projektów badawczych</w:t>
            </w:r>
            <w:r w:rsidRPr="003B3A21">
              <w:rPr>
                <w:rFonts w:ascii="Corbel" w:hAnsi="Corbel"/>
                <w:sz w:val="24"/>
                <w:szCs w:val="24"/>
              </w:rPr>
              <w:t>,</w:t>
            </w:r>
          </w:p>
        </w:tc>
        <w:tc>
          <w:tcPr>
            <w:tcW w:w="2126" w:type="dxa"/>
          </w:tcPr>
          <w:p w:rsidR="00E07C83" w:rsidRPr="003B3A21" w:rsidRDefault="00E07C83" w:rsidP="00F528F6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ćw</w:t>
            </w:r>
          </w:p>
        </w:tc>
      </w:tr>
      <w:tr w:rsidR="00E07C83" w:rsidRPr="009C54AE" w:rsidTr="00F528F6">
        <w:tc>
          <w:tcPr>
            <w:tcW w:w="1985" w:type="dxa"/>
          </w:tcPr>
          <w:p w:rsidR="00E07C83" w:rsidRPr="003B3A21" w:rsidRDefault="00E07C83" w:rsidP="00F528F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5528" w:type="dxa"/>
          </w:tcPr>
          <w:p w:rsidR="00E07C83" w:rsidRPr="003B3A21" w:rsidRDefault="00E07C83" w:rsidP="00F528F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 xml:space="preserve">projekt, ocena wypowiedzi w </w:t>
            </w:r>
            <w:r>
              <w:rPr>
                <w:rFonts w:ascii="Corbel" w:hAnsi="Corbel"/>
                <w:sz w:val="24"/>
                <w:szCs w:val="24"/>
              </w:rPr>
              <w:t>trakcie analizowania prezentowanych przez studentów projektów badawczych</w:t>
            </w:r>
            <w:r w:rsidRPr="003B3A21">
              <w:rPr>
                <w:rFonts w:ascii="Corbel" w:hAnsi="Corbel"/>
                <w:sz w:val="24"/>
                <w:szCs w:val="24"/>
              </w:rPr>
              <w:t>,</w:t>
            </w:r>
          </w:p>
        </w:tc>
        <w:tc>
          <w:tcPr>
            <w:tcW w:w="2126" w:type="dxa"/>
          </w:tcPr>
          <w:p w:rsidR="00E07C83" w:rsidRPr="003B3A21" w:rsidRDefault="00E07C83" w:rsidP="00F528F6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ćw</w:t>
            </w:r>
          </w:p>
        </w:tc>
      </w:tr>
      <w:tr w:rsidR="00E07C83" w:rsidRPr="009C54AE" w:rsidTr="00F528F6">
        <w:tc>
          <w:tcPr>
            <w:tcW w:w="1985" w:type="dxa"/>
          </w:tcPr>
          <w:p w:rsidR="00E07C83" w:rsidRPr="003B3A21" w:rsidRDefault="00E07C83" w:rsidP="00F528F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EK_05</w:t>
            </w:r>
          </w:p>
        </w:tc>
        <w:tc>
          <w:tcPr>
            <w:tcW w:w="5528" w:type="dxa"/>
          </w:tcPr>
          <w:p w:rsidR="00E07C83" w:rsidRPr="003B3A21" w:rsidRDefault="00E07C83" w:rsidP="00F528F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 xml:space="preserve">projekt, ocena wypowiedzi w </w:t>
            </w:r>
            <w:r>
              <w:rPr>
                <w:rFonts w:ascii="Corbel" w:hAnsi="Corbel"/>
                <w:sz w:val="24"/>
                <w:szCs w:val="24"/>
              </w:rPr>
              <w:t>trakcie analizowania prezentowanych przez studentów projektów badawczych</w:t>
            </w:r>
          </w:p>
        </w:tc>
        <w:tc>
          <w:tcPr>
            <w:tcW w:w="2126" w:type="dxa"/>
          </w:tcPr>
          <w:p w:rsidR="00E07C83" w:rsidRPr="003B3A21" w:rsidRDefault="00E07C83" w:rsidP="00F528F6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ćw</w:t>
            </w:r>
          </w:p>
        </w:tc>
      </w:tr>
    </w:tbl>
    <w:p w:rsidR="00E07C83" w:rsidRPr="00B169DF" w:rsidRDefault="00E07C83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</w:p>
    <w:p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B169DF" w:rsidTr="00923D7D">
        <w:tc>
          <w:tcPr>
            <w:tcW w:w="9670" w:type="dxa"/>
          </w:tcPr>
          <w:p w:rsidR="00FD0CD3" w:rsidRDefault="00D46421" w:rsidP="008100D4">
            <w:pPr>
              <w:pStyle w:val="Akapitzlist"/>
              <w:numPr>
                <w:ilvl w:val="0"/>
                <w:numId w:val="3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pozytywna ocena</w:t>
            </w:r>
            <w:r w:rsidR="00084B80">
              <w:rPr>
                <w:rFonts w:ascii="Corbel" w:hAnsi="Corbel"/>
                <w:sz w:val="24"/>
                <w:szCs w:val="24"/>
              </w:rPr>
              <w:t xml:space="preserve"> z</w:t>
            </w:r>
            <w:r w:rsidR="00A80A4C">
              <w:rPr>
                <w:rFonts w:ascii="Corbel" w:hAnsi="Corbel"/>
                <w:sz w:val="24"/>
                <w:szCs w:val="24"/>
              </w:rPr>
              <w:t xml:space="preserve"> egzaminu</w:t>
            </w:r>
            <w:r w:rsidR="00511287">
              <w:rPr>
                <w:rFonts w:ascii="Corbel" w:hAnsi="Corbel"/>
                <w:sz w:val="24"/>
                <w:szCs w:val="24"/>
              </w:rPr>
              <w:t xml:space="preserve"> (minimum 51 </w:t>
            </w:r>
            <w:r w:rsidR="00116D85">
              <w:rPr>
                <w:rFonts w:ascii="Corbel" w:hAnsi="Corbel"/>
                <w:sz w:val="24"/>
                <w:szCs w:val="24"/>
              </w:rPr>
              <w:t>% punktów)</w:t>
            </w:r>
            <w:r w:rsidR="00FD0CD3">
              <w:rPr>
                <w:rFonts w:ascii="Corbel" w:hAnsi="Corbel"/>
                <w:sz w:val="24"/>
                <w:szCs w:val="24"/>
              </w:rPr>
              <w:t xml:space="preserve">, </w:t>
            </w:r>
          </w:p>
          <w:p w:rsidR="00511287" w:rsidRDefault="00511287" w:rsidP="00511287">
            <w:pPr>
              <w:pStyle w:val="Akapitzlist"/>
              <w:spacing w:after="0"/>
              <w:ind w:left="360"/>
              <w:jc w:val="both"/>
              <w:rPr>
                <w:rFonts w:ascii="Corbel" w:hAnsi="Corbel"/>
                <w:sz w:val="24"/>
                <w:szCs w:val="24"/>
              </w:rPr>
            </w:pPr>
          </w:p>
          <w:p w:rsidR="00511287" w:rsidRDefault="00511287" w:rsidP="00511287">
            <w:pPr>
              <w:pStyle w:val="Akapitzlist"/>
              <w:numPr>
                <w:ilvl w:val="0"/>
                <w:numId w:val="3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ocena ćwiczeń – średnia ocen z:</w:t>
            </w:r>
          </w:p>
          <w:p w:rsidR="00A80A4C" w:rsidRPr="003B3A21" w:rsidRDefault="00A80A4C" w:rsidP="003F0127">
            <w:pPr>
              <w:pStyle w:val="Akapitzlist"/>
              <w:numPr>
                <w:ilvl w:val="1"/>
                <w:numId w:val="3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kolokwium</w:t>
            </w:r>
            <w:r w:rsidR="00511287">
              <w:rPr>
                <w:rFonts w:ascii="Corbel" w:hAnsi="Corbel"/>
                <w:sz w:val="24"/>
                <w:szCs w:val="24"/>
              </w:rPr>
              <w:t xml:space="preserve"> (minimum 51 </w:t>
            </w:r>
            <w:r w:rsidR="00116D85">
              <w:rPr>
                <w:rFonts w:ascii="Corbel" w:hAnsi="Corbel"/>
                <w:sz w:val="24"/>
                <w:szCs w:val="24"/>
              </w:rPr>
              <w:t>% punktów)</w:t>
            </w:r>
            <w:r>
              <w:rPr>
                <w:rFonts w:ascii="Corbel" w:hAnsi="Corbel"/>
                <w:sz w:val="24"/>
                <w:szCs w:val="24"/>
              </w:rPr>
              <w:t>,</w:t>
            </w:r>
          </w:p>
          <w:p w:rsidR="00511287" w:rsidRDefault="00FD0CD3" w:rsidP="003F0127">
            <w:pPr>
              <w:pStyle w:val="Akapitzlist"/>
              <w:numPr>
                <w:ilvl w:val="1"/>
                <w:numId w:val="3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prac projektowych i ich prezentacji</w:t>
            </w:r>
            <w:r w:rsidR="00511287">
              <w:rPr>
                <w:rFonts w:ascii="Corbel" w:hAnsi="Corbel"/>
                <w:sz w:val="24"/>
                <w:szCs w:val="24"/>
              </w:rPr>
              <w:t xml:space="preserve"> (maksymalnie 15</w:t>
            </w:r>
            <w:r w:rsidR="003F0127">
              <w:rPr>
                <w:rFonts w:ascii="Corbel" w:hAnsi="Corbel"/>
                <w:sz w:val="24"/>
                <w:szCs w:val="24"/>
              </w:rPr>
              <w:t xml:space="preserve"> punktów, minimum do zaliczenia</w:t>
            </w:r>
            <w:r w:rsidR="00511287">
              <w:rPr>
                <w:rFonts w:ascii="Corbel" w:hAnsi="Corbel"/>
                <w:sz w:val="24"/>
                <w:szCs w:val="24"/>
              </w:rPr>
              <w:t xml:space="preserve"> 8 pkt.); analizowane kryteria</w:t>
            </w:r>
            <w:r w:rsidR="00A37763">
              <w:rPr>
                <w:rFonts w:ascii="Corbel" w:hAnsi="Corbel"/>
                <w:sz w:val="24"/>
                <w:szCs w:val="24"/>
              </w:rPr>
              <w:t xml:space="preserve"> oceny</w:t>
            </w:r>
            <w:r w:rsidR="00511287">
              <w:rPr>
                <w:rFonts w:ascii="Corbel" w:hAnsi="Corbel"/>
                <w:sz w:val="24"/>
                <w:szCs w:val="24"/>
              </w:rPr>
              <w:t>:</w:t>
            </w:r>
          </w:p>
          <w:p w:rsidR="00FD0CD3" w:rsidRDefault="00511287" w:rsidP="003F0127">
            <w:pPr>
              <w:pStyle w:val="Akapitzlist"/>
              <w:numPr>
                <w:ilvl w:val="2"/>
                <w:numId w:val="3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formalne (</w:t>
            </w:r>
            <w:r w:rsidR="003F0127">
              <w:rPr>
                <w:rFonts w:ascii="Corbel" w:hAnsi="Corbel"/>
                <w:sz w:val="24"/>
                <w:szCs w:val="24"/>
              </w:rPr>
              <w:t xml:space="preserve">m.in. </w:t>
            </w:r>
            <w:r>
              <w:rPr>
                <w:rFonts w:ascii="Corbel" w:hAnsi="Corbel"/>
                <w:sz w:val="24"/>
                <w:szCs w:val="24"/>
              </w:rPr>
              <w:t>struktura pracy, podział zagadnień, poprawność językowa,</w:t>
            </w:r>
            <w:r w:rsidR="003F0127">
              <w:rPr>
                <w:rFonts w:ascii="Corbel" w:hAnsi="Corbel"/>
                <w:sz w:val="24"/>
                <w:szCs w:val="24"/>
              </w:rPr>
              <w:t xml:space="preserve"> opracowanie graficzne, edycja tekstu)</w:t>
            </w:r>
            <w:r w:rsidR="00A37763">
              <w:rPr>
                <w:rFonts w:ascii="Corbel" w:hAnsi="Corbel"/>
                <w:sz w:val="24"/>
                <w:szCs w:val="24"/>
              </w:rPr>
              <w:t xml:space="preserve"> – maksymalnie </w:t>
            </w:r>
            <w:r w:rsidR="00DA7C3C">
              <w:rPr>
                <w:rFonts w:ascii="Corbel" w:hAnsi="Corbel"/>
                <w:sz w:val="24"/>
                <w:szCs w:val="24"/>
              </w:rPr>
              <w:t>0-</w:t>
            </w:r>
            <w:r w:rsidR="00A37763">
              <w:rPr>
                <w:rFonts w:ascii="Corbel" w:hAnsi="Corbel"/>
                <w:sz w:val="24"/>
                <w:szCs w:val="24"/>
              </w:rPr>
              <w:t>3 pkt.</w:t>
            </w:r>
          </w:p>
          <w:p w:rsidR="00A37763" w:rsidRDefault="00A37763" w:rsidP="00A37763">
            <w:pPr>
              <w:pStyle w:val="Akapitzlist"/>
              <w:numPr>
                <w:ilvl w:val="2"/>
                <w:numId w:val="3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zgodność z tematem i założonymi celami – maksymalnie</w:t>
            </w:r>
            <w:r w:rsidR="00DA7C3C">
              <w:rPr>
                <w:rFonts w:ascii="Corbel" w:hAnsi="Corbel"/>
                <w:sz w:val="24"/>
                <w:szCs w:val="24"/>
              </w:rPr>
              <w:t xml:space="preserve"> 0-</w:t>
            </w:r>
            <w:r>
              <w:rPr>
                <w:rFonts w:ascii="Corbel" w:hAnsi="Corbel"/>
                <w:sz w:val="24"/>
                <w:szCs w:val="24"/>
              </w:rPr>
              <w:t xml:space="preserve"> 3 pkt.</w:t>
            </w:r>
          </w:p>
          <w:p w:rsidR="00A37763" w:rsidRDefault="00A37763" w:rsidP="003F0127">
            <w:pPr>
              <w:pStyle w:val="Akapitzlist"/>
              <w:numPr>
                <w:ilvl w:val="2"/>
                <w:numId w:val="3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poprawność merytoryczna – maksymalnie </w:t>
            </w:r>
            <w:r w:rsidR="00DA7C3C">
              <w:rPr>
                <w:rFonts w:ascii="Corbel" w:hAnsi="Corbel"/>
                <w:sz w:val="24"/>
                <w:szCs w:val="24"/>
              </w:rPr>
              <w:t>0-</w:t>
            </w:r>
            <w:r>
              <w:rPr>
                <w:rFonts w:ascii="Corbel" w:hAnsi="Corbel"/>
                <w:sz w:val="24"/>
                <w:szCs w:val="24"/>
              </w:rPr>
              <w:t>3 pkt.</w:t>
            </w:r>
          </w:p>
          <w:p w:rsidR="00A37763" w:rsidRDefault="00A37763" w:rsidP="00A37763">
            <w:pPr>
              <w:pStyle w:val="Akapitzlist"/>
              <w:numPr>
                <w:ilvl w:val="2"/>
                <w:numId w:val="3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sposób prezentacji – maksymalnie </w:t>
            </w:r>
            <w:r w:rsidR="00DA7C3C">
              <w:rPr>
                <w:rFonts w:ascii="Corbel" w:hAnsi="Corbel"/>
                <w:sz w:val="24"/>
                <w:szCs w:val="24"/>
              </w:rPr>
              <w:t>0-</w:t>
            </w:r>
            <w:r>
              <w:rPr>
                <w:rFonts w:ascii="Corbel" w:hAnsi="Corbel"/>
                <w:sz w:val="24"/>
                <w:szCs w:val="24"/>
              </w:rPr>
              <w:t>3 pkt.</w:t>
            </w:r>
          </w:p>
          <w:p w:rsidR="00A37763" w:rsidRDefault="00095726" w:rsidP="003F0127">
            <w:pPr>
              <w:pStyle w:val="Akapitzlist"/>
              <w:numPr>
                <w:ilvl w:val="2"/>
                <w:numId w:val="3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poziom nowatorstwa/innowacji projektu – maksymalnie </w:t>
            </w:r>
            <w:r w:rsidR="00DA7C3C">
              <w:rPr>
                <w:rFonts w:ascii="Corbel" w:hAnsi="Corbel"/>
                <w:sz w:val="24"/>
                <w:szCs w:val="24"/>
              </w:rPr>
              <w:t>0-</w:t>
            </w:r>
            <w:r>
              <w:rPr>
                <w:rFonts w:ascii="Corbel" w:hAnsi="Corbel"/>
                <w:sz w:val="24"/>
                <w:szCs w:val="24"/>
              </w:rPr>
              <w:t>3 pkt.</w:t>
            </w:r>
          </w:p>
          <w:p w:rsidR="00D56917" w:rsidRPr="00913877" w:rsidRDefault="00D56917" w:rsidP="003F0127">
            <w:pPr>
              <w:pStyle w:val="Akapitzlist"/>
              <w:numPr>
                <w:ilvl w:val="1"/>
                <w:numId w:val="3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aktywnego udziału studenta w zajęciach</w:t>
            </w:r>
            <w:r>
              <w:rPr>
                <w:rFonts w:ascii="Corbel" w:hAnsi="Corbel"/>
                <w:sz w:val="24"/>
                <w:szCs w:val="24"/>
              </w:rPr>
              <w:t xml:space="preserve"> (</w:t>
            </w:r>
            <w:r w:rsidRPr="003B3A21">
              <w:rPr>
                <w:rFonts w:ascii="Corbel" w:hAnsi="Corbel"/>
                <w:sz w:val="24"/>
                <w:szCs w:val="24"/>
              </w:rPr>
              <w:t xml:space="preserve">w </w:t>
            </w:r>
            <w:r>
              <w:rPr>
                <w:rFonts w:ascii="Corbel" w:hAnsi="Corbel"/>
                <w:sz w:val="24"/>
                <w:szCs w:val="24"/>
              </w:rPr>
              <w:t>trakcie pracy nad projektami, podczas analizowania prezentowanych przez studentów projektów badawczych</w:t>
            </w:r>
            <w:r w:rsidR="009E4709">
              <w:rPr>
                <w:rFonts w:ascii="Corbel" w:hAnsi="Corbel"/>
                <w:sz w:val="24"/>
                <w:szCs w:val="24"/>
              </w:rPr>
              <w:t>, w trakcie dyskusji</w:t>
            </w:r>
            <w:r>
              <w:rPr>
                <w:rFonts w:ascii="Corbel" w:hAnsi="Corbel"/>
                <w:sz w:val="24"/>
                <w:szCs w:val="24"/>
              </w:rPr>
              <w:t>)</w:t>
            </w:r>
          </w:p>
          <w:p w:rsidR="0085747A" w:rsidRPr="00B169DF" w:rsidRDefault="0085747A" w:rsidP="00D569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62"/>
        <w:gridCol w:w="4677"/>
      </w:tblGrid>
      <w:tr w:rsidR="00E07C83" w:rsidRPr="009C54AE" w:rsidTr="00F528F6">
        <w:tc>
          <w:tcPr>
            <w:tcW w:w="4962" w:type="dxa"/>
            <w:vAlign w:val="center"/>
          </w:tcPr>
          <w:p w:rsidR="00E07C83" w:rsidRPr="009C54AE" w:rsidRDefault="00E07C83" w:rsidP="00F528F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E07C83" w:rsidRPr="009C54AE" w:rsidRDefault="00E07C83" w:rsidP="00F528F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godzinna zrealizowanie aktywności</w:t>
            </w:r>
          </w:p>
        </w:tc>
      </w:tr>
      <w:tr w:rsidR="00E07C83" w:rsidRPr="009C54AE" w:rsidTr="00F528F6">
        <w:tc>
          <w:tcPr>
            <w:tcW w:w="4962" w:type="dxa"/>
          </w:tcPr>
          <w:p w:rsidR="00E07C83" w:rsidRPr="009C54AE" w:rsidRDefault="00E07C83" w:rsidP="00F528F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1331">
              <w:t>z</w:t>
            </w:r>
            <w:r>
              <w:t> </w:t>
            </w:r>
            <w:r w:rsidRPr="009C1331">
              <w:t>harmonogramu</w:t>
            </w:r>
            <w: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E07C83" w:rsidRPr="009C54AE" w:rsidRDefault="00A00798" w:rsidP="00F528F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46</w:t>
            </w:r>
          </w:p>
        </w:tc>
      </w:tr>
      <w:tr w:rsidR="00E07C83" w:rsidRPr="009C54AE" w:rsidTr="00F528F6">
        <w:tc>
          <w:tcPr>
            <w:tcW w:w="4962" w:type="dxa"/>
          </w:tcPr>
          <w:p w:rsidR="00E07C83" w:rsidRPr="009C54AE" w:rsidRDefault="00E07C83" w:rsidP="00F528F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E07C83" w:rsidRPr="009C54AE" w:rsidRDefault="00E07C83" w:rsidP="00F528F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:rsidR="00E07C83" w:rsidRPr="009C54AE" w:rsidRDefault="00E07C83" w:rsidP="00F528F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E07C83" w:rsidRPr="009C54AE" w:rsidTr="00F528F6">
        <w:tc>
          <w:tcPr>
            <w:tcW w:w="4962" w:type="dxa"/>
          </w:tcPr>
          <w:p w:rsidR="00E07C83" w:rsidRPr="009C54AE" w:rsidRDefault="00E07C83" w:rsidP="00F528F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udział w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egzaminie</w:t>
            </w:r>
          </w:p>
        </w:tc>
        <w:tc>
          <w:tcPr>
            <w:tcW w:w="4677" w:type="dxa"/>
          </w:tcPr>
          <w:p w:rsidR="00E07C83" w:rsidRDefault="00E07C83" w:rsidP="00F528F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E07C83" w:rsidRPr="009C54AE" w:rsidTr="00F528F6">
        <w:tc>
          <w:tcPr>
            <w:tcW w:w="4962" w:type="dxa"/>
          </w:tcPr>
          <w:p w:rsidR="00E07C83" w:rsidRDefault="00E07C83" w:rsidP="00F528F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studiowanie literatury</w:t>
            </w:r>
          </w:p>
        </w:tc>
        <w:tc>
          <w:tcPr>
            <w:tcW w:w="4677" w:type="dxa"/>
          </w:tcPr>
          <w:p w:rsidR="00E07C83" w:rsidRDefault="009B0683" w:rsidP="00F528F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="00E07C83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E07C83" w:rsidRPr="009C54AE" w:rsidTr="00F528F6">
        <w:tc>
          <w:tcPr>
            <w:tcW w:w="4962" w:type="dxa"/>
          </w:tcPr>
          <w:p w:rsidR="00E07C83" w:rsidRDefault="00E07C83" w:rsidP="00F528F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przygotowywanie prac projektowych (gromadzenie materiału diagnostycznego, analiza wyników badań, konstruowanie wniosków diagnostycznych, formułowanie zaleceń do pracy resocjalizacyjnej, przygotowywanie prezentacji)</w:t>
            </w:r>
          </w:p>
        </w:tc>
        <w:tc>
          <w:tcPr>
            <w:tcW w:w="4677" w:type="dxa"/>
          </w:tcPr>
          <w:p w:rsidR="00E07C83" w:rsidRDefault="00A00798" w:rsidP="00F528F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  <w:r w:rsidR="00E07C83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E07C83" w:rsidRPr="009C54AE" w:rsidTr="00F528F6">
        <w:tc>
          <w:tcPr>
            <w:tcW w:w="4962" w:type="dxa"/>
          </w:tcPr>
          <w:p w:rsidR="00E07C83" w:rsidRPr="009C54AE" w:rsidRDefault="00E07C83" w:rsidP="00F528F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Przygotowywanie się do egzaminu </w:t>
            </w:r>
          </w:p>
        </w:tc>
        <w:tc>
          <w:tcPr>
            <w:tcW w:w="4677" w:type="dxa"/>
          </w:tcPr>
          <w:p w:rsidR="00E07C83" w:rsidRPr="009C54AE" w:rsidRDefault="009B0683" w:rsidP="00F528F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="00E07C83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E07C83" w:rsidRPr="009C54AE" w:rsidTr="00F528F6">
        <w:tc>
          <w:tcPr>
            <w:tcW w:w="4962" w:type="dxa"/>
          </w:tcPr>
          <w:p w:rsidR="00E07C83" w:rsidRDefault="00E07C83" w:rsidP="00F528F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Przygotowywanie się do kolokwium</w:t>
            </w:r>
          </w:p>
        </w:tc>
        <w:tc>
          <w:tcPr>
            <w:tcW w:w="4677" w:type="dxa"/>
          </w:tcPr>
          <w:p w:rsidR="00E07C83" w:rsidRDefault="009B0683" w:rsidP="00F528F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E07C83" w:rsidRPr="009C54AE" w:rsidTr="00F528F6">
        <w:tc>
          <w:tcPr>
            <w:tcW w:w="4962" w:type="dxa"/>
          </w:tcPr>
          <w:p w:rsidR="00E07C83" w:rsidRPr="009C54AE" w:rsidRDefault="00E07C83" w:rsidP="00F528F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E07C83" w:rsidRPr="009C54AE" w:rsidRDefault="00E07C83" w:rsidP="00F528F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225</w:t>
            </w:r>
          </w:p>
        </w:tc>
      </w:tr>
      <w:tr w:rsidR="00E07C83" w:rsidRPr="009C54AE" w:rsidTr="00F528F6">
        <w:tc>
          <w:tcPr>
            <w:tcW w:w="4962" w:type="dxa"/>
          </w:tcPr>
          <w:p w:rsidR="00E07C83" w:rsidRPr="009C54AE" w:rsidRDefault="00E07C83" w:rsidP="00F528F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E07C83" w:rsidRPr="009C54AE" w:rsidRDefault="00E07C83" w:rsidP="00F528F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</w:tbl>
    <w:p w:rsidR="00646FCE" w:rsidRDefault="00646FCE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:rsidR="00646FCE" w:rsidRDefault="00646FCE" w:rsidP="00646FC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0800E3" w:rsidRDefault="000800E3" w:rsidP="00646FC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:rsidR="000800E3" w:rsidRDefault="000800E3" w:rsidP="00646FC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:rsidR="000800E3" w:rsidRDefault="000800E3" w:rsidP="00646FC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:rsidR="000800E3" w:rsidRPr="009C54AE" w:rsidRDefault="000800E3" w:rsidP="00646FC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:rsidR="00646FCE" w:rsidRPr="00B169DF" w:rsidRDefault="00646FCE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lastRenderedPageBreak/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44"/>
        <w:gridCol w:w="3969"/>
      </w:tblGrid>
      <w:tr w:rsidR="0085747A" w:rsidRPr="00B169DF" w:rsidTr="0071620A">
        <w:trPr>
          <w:trHeight w:val="397"/>
        </w:trPr>
        <w:tc>
          <w:tcPr>
            <w:tcW w:w="3544" w:type="dxa"/>
          </w:tcPr>
          <w:p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B169DF" w:rsidTr="0071620A">
        <w:trPr>
          <w:trHeight w:val="397"/>
        </w:trPr>
        <w:tc>
          <w:tcPr>
            <w:tcW w:w="3544" w:type="dxa"/>
          </w:tcPr>
          <w:p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498"/>
      </w:tblGrid>
      <w:tr w:rsidR="00E07C83" w:rsidRPr="009C54AE" w:rsidTr="00F528F6">
        <w:trPr>
          <w:trHeight w:val="397"/>
        </w:trPr>
        <w:tc>
          <w:tcPr>
            <w:tcW w:w="9498" w:type="dxa"/>
          </w:tcPr>
          <w:p w:rsidR="000800E3" w:rsidRDefault="00E07C83" w:rsidP="003D670C">
            <w:pPr>
              <w:spacing w:after="0" w:line="240" w:lineRule="auto"/>
              <w:ind w:left="426"/>
              <w:jc w:val="both"/>
              <w:rPr>
                <w:rFonts w:ascii="Corbel" w:hAnsi="Corbel"/>
                <w:i/>
                <w:sz w:val="24"/>
                <w:szCs w:val="24"/>
              </w:rPr>
            </w:pPr>
            <w:r w:rsidRPr="000800E3">
              <w:rPr>
                <w:rFonts w:ascii="Corbel" w:hAnsi="Corbel"/>
                <w:sz w:val="24"/>
                <w:szCs w:val="24"/>
              </w:rPr>
              <w:t>Literatura podstawowa:</w:t>
            </w:r>
            <w:r w:rsidRPr="000800E3">
              <w:rPr>
                <w:rFonts w:ascii="Corbel" w:hAnsi="Corbel"/>
                <w:i/>
                <w:sz w:val="24"/>
                <w:szCs w:val="24"/>
              </w:rPr>
              <w:t xml:space="preserve"> </w:t>
            </w:r>
          </w:p>
          <w:p w:rsidR="00E07C83" w:rsidRPr="000800E3" w:rsidRDefault="00C719A1" w:rsidP="003D670C">
            <w:pPr>
              <w:spacing w:after="0" w:line="240" w:lineRule="auto"/>
              <w:ind w:left="426"/>
              <w:jc w:val="both"/>
              <w:rPr>
                <w:rFonts w:ascii="Corbel" w:hAnsi="Corbel"/>
                <w:i/>
                <w:sz w:val="24"/>
                <w:szCs w:val="24"/>
              </w:rPr>
            </w:pPr>
            <w:r w:rsidRPr="000800E3">
              <w:rPr>
                <w:rFonts w:ascii="Corbel" w:hAnsi="Corbel" w:cstheme="minorHAnsi"/>
                <w:sz w:val="24"/>
                <w:szCs w:val="24"/>
              </w:rPr>
              <w:fldChar w:fldCharType="begin"/>
            </w:r>
            <w:r w:rsidR="00E07C83" w:rsidRPr="000800E3">
              <w:rPr>
                <w:rFonts w:ascii="Corbel" w:hAnsi="Corbel" w:cstheme="minorHAnsi"/>
                <w:sz w:val="24"/>
                <w:szCs w:val="24"/>
              </w:rPr>
              <w:instrText xml:space="preserve"> ADDIN ZOTERO_BIBL {"uncited":[],"omitted":[],"custom":[]} CSL_BIBLIOGRAPHY </w:instrText>
            </w:r>
            <w:r w:rsidRPr="000800E3">
              <w:rPr>
                <w:rFonts w:ascii="Corbel" w:hAnsi="Corbel" w:cstheme="minorHAnsi"/>
                <w:sz w:val="24"/>
                <w:szCs w:val="24"/>
              </w:rPr>
              <w:fldChar w:fldCharType="separate"/>
            </w:r>
          </w:p>
          <w:p w:rsidR="00364542" w:rsidRPr="000800E3" w:rsidRDefault="00364542" w:rsidP="003D670C">
            <w:pPr>
              <w:pStyle w:val="Bibliografia"/>
              <w:numPr>
                <w:ilvl w:val="0"/>
                <w:numId w:val="14"/>
              </w:numPr>
              <w:spacing w:after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0800E3">
              <w:rPr>
                <w:rFonts w:ascii="Corbel" w:hAnsi="Corbel" w:cs="Calibri"/>
                <w:sz w:val="24"/>
                <w:szCs w:val="24"/>
              </w:rPr>
              <w:t>Guziuk, M., (2011). Badania diagnostyczne w pedagogice i psychopedagogice. Wydawnictwo Akademickie “Żak,” Warszawa.</w:t>
            </w:r>
          </w:p>
          <w:p w:rsidR="00364542" w:rsidRPr="000800E3" w:rsidRDefault="00364542" w:rsidP="00E07C83">
            <w:pPr>
              <w:pStyle w:val="Bibliografia"/>
              <w:numPr>
                <w:ilvl w:val="0"/>
                <w:numId w:val="14"/>
              </w:numPr>
              <w:spacing w:after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0800E3">
              <w:rPr>
                <w:rFonts w:ascii="Corbel" w:hAnsi="Corbel" w:cstheme="minorHAnsi"/>
                <w:sz w:val="24"/>
                <w:szCs w:val="24"/>
              </w:rPr>
              <w:t xml:space="preserve">Pytka, L. (2016). </w:t>
            </w:r>
            <w:r w:rsidRPr="000800E3">
              <w:rPr>
                <w:rFonts w:ascii="Corbel" w:hAnsi="Corbel" w:cstheme="minorHAnsi"/>
                <w:i/>
                <w:iCs/>
                <w:sz w:val="24"/>
                <w:szCs w:val="24"/>
              </w:rPr>
              <w:t>Pedagogika resocjalizacyjna: Wybrane zagadnienia teoretyczne, diagnostyczne i metodyczne</w:t>
            </w:r>
            <w:r w:rsidRPr="000800E3">
              <w:rPr>
                <w:rFonts w:ascii="Corbel" w:hAnsi="Corbel" w:cstheme="minorHAnsi"/>
                <w:sz w:val="24"/>
                <w:szCs w:val="24"/>
              </w:rPr>
              <w:t>. Wydawnictwo Akademii Pedagogiki Specjalnej.</w:t>
            </w:r>
          </w:p>
          <w:p w:rsidR="00364542" w:rsidRPr="000800E3" w:rsidRDefault="00364542" w:rsidP="00E07C83">
            <w:pPr>
              <w:pStyle w:val="Bibliografia"/>
              <w:numPr>
                <w:ilvl w:val="0"/>
                <w:numId w:val="14"/>
              </w:numPr>
              <w:spacing w:after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0800E3">
              <w:rPr>
                <w:rFonts w:ascii="Corbel" w:hAnsi="Corbel" w:cstheme="minorHAnsi"/>
                <w:sz w:val="24"/>
                <w:szCs w:val="24"/>
              </w:rPr>
              <w:t xml:space="preserve">Wojnarska, A. (2011). </w:t>
            </w:r>
            <w:r w:rsidRPr="000800E3">
              <w:rPr>
                <w:rFonts w:ascii="Corbel" w:hAnsi="Corbel" w:cstheme="minorHAnsi"/>
                <w:i/>
                <w:iCs/>
                <w:sz w:val="24"/>
                <w:szCs w:val="24"/>
              </w:rPr>
              <w:t>Diagnostyka resocjalizacyjna: Wybrane zagadnienia</w:t>
            </w:r>
            <w:r w:rsidRPr="000800E3">
              <w:rPr>
                <w:rFonts w:ascii="Corbel" w:hAnsi="Corbel" w:cstheme="minorHAnsi"/>
                <w:sz w:val="24"/>
                <w:szCs w:val="24"/>
              </w:rPr>
              <w:t>. Wydawnictwo Uniwersytetu Marii Curie-Skłodowskiej.</w:t>
            </w:r>
          </w:p>
          <w:p w:rsidR="00364542" w:rsidRPr="000800E3" w:rsidRDefault="00364542" w:rsidP="00E07C83">
            <w:pPr>
              <w:pStyle w:val="Bibliografia"/>
              <w:numPr>
                <w:ilvl w:val="0"/>
                <w:numId w:val="14"/>
              </w:numPr>
              <w:spacing w:after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0800E3">
              <w:rPr>
                <w:rFonts w:ascii="Corbel" w:hAnsi="Corbel" w:cstheme="minorHAnsi"/>
                <w:sz w:val="24"/>
                <w:szCs w:val="24"/>
              </w:rPr>
              <w:t xml:space="preserve">Wysocka, E. (2013). </w:t>
            </w:r>
            <w:r w:rsidRPr="000800E3">
              <w:rPr>
                <w:rFonts w:ascii="Corbel" w:hAnsi="Corbel" w:cstheme="minorHAnsi"/>
                <w:i/>
                <w:iCs/>
                <w:sz w:val="24"/>
                <w:szCs w:val="24"/>
              </w:rPr>
              <w:t>Diagnostyka pedagogiczna: Nowe obszary i rozwiązania</w:t>
            </w:r>
            <w:r w:rsidRPr="000800E3">
              <w:rPr>
                <w:rFonts w:ascii="Corbel" w:hAnsi="Corbel" w:cstheme="minorHAnsi"/>
                <w:sz w:val="24"/>
                <w:szCs w:val="24"/>
              </w:rPr>
              <w:t>. Impuls.</w:t>
            </w:r>
          </w:p>
          <w:p w:rsidR="00364542" w:rsidRPr="000800E3" w:rsidRDefault="00364542" w:rsidP="003D670C">
            <w:pPr>
              <w:pStyle w:val="Bibliografia"/>
              <w:numPr>
                <w:ilvl w:val="0"/>
                <w:numId w:val="14"/>
              </w:numPr>
              <w:spacing w:after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0800E3">
              <w:rPr>
                <w:rFonts w:ascii="Corbel" w:hAnsi="Corbel" w:cstheme="minorHAnsi"/>
                <w:sz w:val="24"/>
                <w:szCs w:val="24"/>
              </w:rPr>
              <w:t xml:space="preserve">Wysocka, E. (2019). </w:t>
            </w:r>
            <w:r w:rsidRPr="000800E3">
              <w:rPr>
                <w:rFonts w:ascii="Corbel" w:hAnsi="Corbel" w:cstheme="minorHAnsi"/>
                <w:i/>
                <w:iCs/>
                <w:sz w:val="24"/>
                <w:szCs w:val="24"/>
              </w:rPr>
              <w:t>Diagnoza pozytywna w resocjalizacji: Warsztat diagnostyczny pedagoga praktyka</w:t>
            </w:r>
            <w:r w:rsidRPr="000800E3">
              <w:rPr>
                <w:rFonts w:ascii="Corbel" w:hAnsi="Corbel" w:cstheme="minorHAnsi"/>
                <w:sz w:val="24"/>
                <w:szCs w:val="24"/>
              </w:rPr>
              <w:t>. Wydawnictwo Uniwersytetu Śląskiego.</w:t>
            </w:r>
          </w:p>
          <w:p w:rsidR="00E07C83" w:rsidRPr="000800E3" w:rsidRDefault="00C719A1" w:rsidP="00F528F6">
            <w:pPr>
              <w:spacing w:after="0"/>
              <w:ind w:left="426"/>
              <w:jc w:val="both"/>
              <w:rPr>
                <w:rFonts w:ascii="Corbel" w:hAnsi="Corbel"/>
                <w:i/>
                <w:sz w:val="24"/>
                <w:szCs w:val="24"/>
              </w:rPr>
            </w:pPr>
            <w:r w:rsidRPr="000800E3">
              <w:rPr>
                <w:rFonts w:ascii="Corbel" w:hAnsi="Corbel" w:cstheme="minorHAnsi"/>
                <w:sz w:val="24"/>
                <w:szCs w:val="24"/>
              </w:rPr>
              <w:fldChar w:fldCharType="end"/>
            </w:r>
          </w:p>
        </w:tc>
      </w:tr>
      <w:tr w:rsidR="00E07C83" w:rsidRPr="009C54AE" w:rsidTr="00F528F6">
        <w:trPr>
          <w:trHeight w:val="397"/>
        </w:trPr>
        <w:tc>
          <w:tcPr>
            <w:tcW w:w="9498" w:type="dxa"/>
          </w:tcPr>
          <w:p w:rsidR="00E07C83" w:rsidRPr="000800E3" w:rsidRDefault="00E07C83" w:rsidP="00F528F6">
            <w:pPr>
              <w:pStyle w:val="Tekstpodstawowywcity"/>
              <w:tabs>
                <w:tab w:val="left" w:pos="0"/>
                <w:tab w:val="num" w:pos="1800"/>
              </w:tabs>
              <w:spacing w:after="0" w:line="240" w:lineRule="auto"/>
              <w:ind w:left="360"/>
              <w:jc w:val="both"/>
              <w:rPr>
                <w:rFonts w:ascii="Corbel" w:hAnsi="Corbel"/>
                <w:sz w:val="24"/>
                <w:szCs w:val="24"/>
              </w:rPr>
            </w:pPr>
            <w:r w:rsidRPr="000800E3">
              <w:rPr>
                <w:rFonts w:ascii="Corbel" w:hAnsi="Corbel"/>
                <w:sz w:val="24"/>
                <w:szCs w:val="24"/>
              </w:rPr>
              <w:t xml:space="preserve">Literatura uzupełniająca: </w:t>
            </w:r>
          </w:p>
          <w:p w:rsidR="00E07C83" w:rsidRPr="000800E3" w:rsidRDefault="00E07C83" w:rsidP="00F528F6">
            <w:pPr>
              <w:pStyle w:val="Tekstpodstawowywcity"/>
              <w:tabs>
                <w:tab w:val="left" w:pos="0"/>
                <w:tab w:val="num" w:pos="1800"/>
              </w:tabs>
              <w:spacing w:after="0" w:line="240" w:lineRule="auto"/>
              <w:ind w:left="360"/>
              <w:jc w:val="both"/>
              <w:rPr>
                <w:rFonts w:ascii="Corbel" w:hAnsi="Corbel"/>
                <w:sz w:val="24"/>
                <w:szCs w:val="24"/>
              </w:rPr>
            </w:pPr>
          </w:p>
          <w:p w:rsidR="00E07C83" w:rsidRPr="000800E3" w:rsidRDefault="00E07C83" w:rsidP="00E07C83">
            <w:pPr>
              <w:pStyle w:val="Bibliografia"/>
              <w:numPr>
                <w:ilvl w:val="0"/>
                <w:numId w:val="14"/>
              </w:numPr>
              <w:spacing w:after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0800E3">
              <w:rPr>
                <w:rFonts w:ascii="Corbel" w:hAnsi="Corbel" w:cstheme="minorHAnsi"/>
                <w:sz w:val="24"/>
                <w:szCs w:val="24"/>
              </w:rPr>
              <w:t xml:space="preserve">Bartkowicz, Z. (2001). </w:t>
            </w:r>
            <w:r w:rsidRPr="000800E3">
              <w:rPr>
                <w:rFonts w:ascii="Corbel" w:hAnsi="Corbel" w:cstheme="minorHAnsi"/>
                <w:i/>
                <w:iCs/>
                <w:sz w:val="24"/>
                <w:szCs w:val="24"/>
              </w:rPr>
              <w:t>Pomoc terapeutyczna nieletnim agresorom i ofiarom agresji w zakładach resocjalizacyjnych</w:t>
            </w:r>
            <w:r w:rsidRPr="000800E3">
              <w:rPr>
                <w:rFonts w:ascii="Corbel" w:hAnsi="Corbel" w:cstheme="minorHAnsi"/>
                <w:sz w:val="24"/>
                <w:szCs w:val="24"/>
              </w:rPr>
              <w:t>. AWH Antoni Dudek.</w:t>
            </w:r>
          </w:p>
          <w:p w:rsidR="00364542" w:rsidRPr="000800E3" w:rsidRDefault="00E07C83" w:rsidP="00364542">
            <w:pPr>
              <w:pStyle w:val="Bibliografia"/>
              <w:numPr>
                <w:ilvl w:val="0"/>
                <w:numId w:val="14"/>
              </w:numPr>
              <w:spacing w:after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0800E3">
              <w:rPr>
                <w:rFonts w:ascii="Corbel" w:hAnsi="Corbel" w:cstheme="minorHAnsi"/>
                <w:sz w:val="24"/>
                <w:szCs w:val="24"/>
              </w:rPr>
              <w:t xml:space="preserve">Jarosz, E. (2007). </w:t>
            </w:r>
            <w:r w:rsidRPr="000800E3">
              <w:rPr>
                <w:rFonts w:ascii="Corbel" w:hAnsi="Corbel" w:cstheme="minorHAnsi"/>
                <w:i/>
                <w:iCs/>
                <w:sz w:val="24"/>
                <w:szCs w:val="24"/>
              </w:rPr>
              <w:t>Wybrane obszary diagnozowania pedagogicznego</w:t>
            </w:r>
            <w:r w:rsidRPr="000800E3">
              <w:rPr>
                <w:rFonts w:ascii="Corbel" w:hAnsi="Corbel" w:cstheme="minorHAnsi"/>
                <w:sz w:val="24"/>
                <w:szCs w:val="24"/>
              </w:rPr>
              <w:t>. Wydawnictwo Uniwersytetu Śląskiego.</w:t>
            </w:r>
          </w:p>
          <w:p w:rsidR="00364542" w:rsidRPr="000800E3" w:rsidRDefault="00364542" w:rsidP="00364542">
            <w:pPr>
              <w:pStyle w:val="Bibliografia"/>
              <w:numPr>
                <w:ilvl w:val="0"/>
                <w:numId w:val="14"/>
              </w:numPr>
              <w:spacing w:after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0800E3">
              <w:rPr>
                <w:rFonts w:ascii="Corbel" w:hAnsi="Corbel" w:cs="Calibri"/>
                <w:sz w:val="24"/>
                <w:szCs w:val="24"/>
              </w:rPr>
              <w:t xml:space="preserve">Łukaszek, M. (2019). </w:t>
            </w:r>
            <w:r w:rsidRPr="000800E3">
              <w:rPr>
                <w:rFonts w:ascii="Corbel" w:hAnsi="Corbel" w:cs="Calibri"/>
                <w:i/>
                <w:iCs/>
                <w:sz w:val="24"/>
                <w:szCs w:val="24"/>
              </w:rPr>
              <w:t>Postawy studentów uczelni podkarpackich wobec HIV/AIDS</w:t>
            </w:r>
            <w:r w:rsidRPr="000800E3">
              <w:rPr>
                <w:rFonts w:ascii="Corbel" w:hAnsi="Corbel" w:cs="Calibri"/>
                <w:sz w:val="24"/>
                <w:szCs w:val="24"/>
              </w:rPr>
              <w:t>. Krajowe Centrum ds. AIDS. https://aids.gov.pl/badania_spoleczne/postawystudpodk/</w:t>
            </w:r>
          </w:p>
          <w:p w:rsidR="00E07C83" w:rsidRPr="000800E3" w:rsidRDefault="00E07C83" w:rsidP="00E07C83">
            <w:pPr>
              <w:pStyle w:val="Bibliografia"/>
              <w:numPr>
                <w:ilvl w:val="0"/>
                <w:numId w:val="14"/>
              </w:numPr>
              <w:spacing w:after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0800E3">
              <w:rPr>
                <w:rFonts w:ascii="Corbel" w:hAnsi="Corbel" w:cstheme="minorHAnsi"/>
                <w:sz w:val="24"/>
                <w:szCs w:val="24"/>
              </w:rPr>
              <w:t xml:space="preserve">Radochoński, M. (2009). </w:t>
            </w:r>
            <w:r w:rsidRPr="000800E3">
              <w:rPr>
                <w:rFonts w:ascii="Corbel" w:hAnsi="Corbel" w:cstheme="minorHAnsi"/>
                <w:i/>
                <w:iCs/>
                <w:sz w:val="24"/>
                <w:szCs w:val="24"/>
              </w:rPr>
              <w:t>Osobowość antyspołeczna</w:t>
            </w:r>
            <w:r w:rsidRPr="000800E3">
              <w:rPr>
                <w:rFonts w:ascii="Corbel" w:hAnsi="Corbel" w:cstheme="minorHAnsi"/>
                <w:sz w:val="24"/>
                <w:szCs w:val="24"/>
              </w:rPr>
              <w:t xml:space="preserve"> (Wyd. 2., zmienione i poszerzone). Wydawnictwo Uniwersytetu Rzeszowskiego.</w:t>
            </w:r>
          </w:p>
          <w:p w:rsidR="00364542" w:rsidRPr="000800E3" w:rsidRDefault="00364542" w:rsidP="00364542">
            <w:pPr>
              <w:pStyle w:val="Bibliografia"/>
              <w:numPr>
                <w:ilvl w:val="0"/>
                <w:numId w:val="14"/>
              </w:numPr>
              <w:spacing w:after="0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0800E3">
              <w:rPr>
                <w:rFonts w:ascii="Corbel" w:hAnsi="Corbel" w:cs="Calibri"/>
                <w:sz w:val="24"/>
                <w:szCs w:val="24"/>
              </w:rPr>
              <w:t xml:space="preserve">Regionalny Ośrodek Polityki Społecznej w Rzeszowie. (2020). </w:t>
            </w:r>
            <w:r w:rsidRPr="000800E3">
              <w:rPr>
                <w:rFonts w:ascii="Corbel" w:hAnsi="Corbel" w:cs="Calibri"/>
                <w:i/>
                <w:iCs/>
                <w:sz w:val="24"/>
                <w:szCs w:val="24"/>
              </w:rPr>
              <w:t>Spożywanie alkoholu i używanie substancji psychoaktywnych przez młodziez szkolną w województwie podkarpackim.</w:t>
            </w:r>
            <w:r w:rsidRPr="000800E3">
              <w:rPr>
                <w:rFonts w:ascii="Corbel" w:hAnsi="Corbel" w:cs="Calibri"/>
                <w:sz w:val="24"/>
                <w:szCs w:val="24"/>
              </w:rPr>
              <w:t xml:space="preserve"> Regionalny Ośrodek Polityki Społecznej.</w:t>
            </w:r>
          </w:p>
          <w:p w:rsidR="00364542" w:rsidRPr="000800E3" w:rsidRDefault="00364542" w:rsidP="00364542">
            <w:pPr>
              <w:pStyle w:val="Bibliografia"/>
              <w:numPr>
                <w:ilvl w:val="0"/>
                <w:numId w:val="14"/>
              </w:numPr>
              <w:spacing w:after="0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0800E3">
              <w:rPr>
                <w:rFonts w:ascii="Corbel" w:hAnsi="Corbel" w:cs="Calibri"/>
                <w:sz w:val="24"/>
                <w:szCs w:val="24"/>
              </w:rPr>
              <w:t xml:space="preserve">Rowicka, M., Postek, S., &amp; Zin-Sądek, M. (2021). </w:t>
            </w:r>
            <w:r w:rsidRPr="000800E3">
              <w:rPr>
                <w:rFonts w:ascii="Corbel" w:hAnsi="Corbel" w:cs="Calibri"/>
                <w:i/>
                <w:iCs/>
                <w:sz w:val="24"/>
                <w:szCs w:val="24"/>
              </w:rPr>
              <w:t>Wzory konsumpcji alkoholu w Polsce Raport z badań kwestionariuszowych 2020 r.</w:t>
            </w:r>
            <w:r w:rsidRPr="000800E3">
              <w:rPr>
                <w:rFonts w:ascii="Corbel" w:hAnsi="Corbel" w:cs="Calibri"/>
                <w:sz w:val="24"/>
                <w:szCs w:val="24"/>
              </w:rPr>
              <w:t xml:space="preserve"> PARPA. http://parpa.pl/images/wzory_konsumpcji__2020_popr.pdf</w:t>
            </w:r>
          </w:p>
          <w:p w:rsidR="00E07C83" w:rsidRPr="000800E3" w:rsidRDefault="00E07C83" w:rsidP="00E07C83">
            <w:pPr>
              <w:pStyle w:val="Bibliografia"/>
              <w:numPr>
                <w:ilvl w:val="0"/>
                <w:numId w:val="14"/>
              </w:numPr>
              <w:spacing w:after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0800E3">
              <w:rPr>
                <w:rFonts w:ascii="Corbel" w:hAnsi="Corbel" w:cstheme="minorHAnsi"/>
                <w:sz w:val="24"/>
                <w:szCs w:val="24"/>
              </w:rPr>
              <w:t xml:space="preserve">Ryś, M. (2001). </w:t>
            </w:r>
            <w:r w:rsidRPr="000800E3">
              <w:rPr>
                <w:rFonts w:ascii="Corbel" w:hAnsi="Corbel" w:cstheme="minorHAnsi"/>
                <w:i/>
                <w:iCs/>
                <w:sz w:val="24"/>
                <w:szCs w:val="24"/>
              </w:rPr>
              <w:t>Systemy rodzinne: Metody badań struktury rodziny pochodzenia i rodziny własnej</w:t>
            </w:r>
            <w:r w:rsidRPr="000800E3">
              <w:rPr>
                <w:rFonts w:ascii="Corbel" w:hAnsi="Corbel" w:cstheme="minorHAnsi"/>
                <w:sz w:val="24"/>
                <w:szCs w:val="24"/>
              </w:rPr>
              <w:t>. Centrum Metodyczne Pomocy Psychologiczno-Pedagogicznej: Wydaw. Seventh Sea.</w:t>
            </w:r>
          </w:p>
          <w:p w:rsidR="00E07C83" w:rsidRPr="000800E3" w:rsidRDefault="00E07C83" w:rsidP="00E07C83">
            <w:pPr>
              <w:pStyle w:val="Bibliografia"/>
              <w:numPr>
                <w:ilvl w:val="0"/>
                <w:numId w:val="14"/>
              </w:numPr>
              <w:spacing w:after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0800E3">
              <w:rPr>
                <w:rFonts w:ascii="Corbel" w:hAnsi="Corbel" w:cstheme="minorHAnsi"/>
                <w:sz w:val="24"/>
                <w:szCs w:val="24"/>
              </w:rPr>
              <w:t xml:space="preserve">Oppenheim, A. N. (2004). </w:t>
            </w:r>
            <w:r w:rsidRPr="000800E3">
              <w:rPr>
                <w:rFonts w:ascii="Corbel" w:hAnsi="Corbel" w:cstheme="minorHAnsi"/>
                <w:i/>
                <w:iCs/>
                <w:sz w:val="24"/>
                <w:szCs w:val="24"/>
              </w:rPr>
              <w:t>Kwestionariusze, wywiady, pomiary postaw</w:t>
            </w:r>
            <w:r w:rsidRPr="000800E3">
              <w:rPr>
                <w:rFonts w:ascii="Corbel" w:hAnsi="Corbel" w:cstheme="minorHAnsi"/>
                <w:sz w:val="24"/>
                <w:szCs w:val="24"/>
              </w:rPr>
              <w:t>. Zysk i S-ka.</w:t>
            </w:r>
          </w:p>
          <w:p w:rsidR="00E07C83" w:rsidRPr="000800E3" w:rsidRDefault="00E07C83" w:rsidP="00E07C83">
            <w:pPr>
              <w:pStyle w:val="Bibliografia"/>
              <w:numPr>
                <w:ilvl w:val="0"/>
                <w:numId w:val="14"/>
              </w:numPr>
              <w:spacing w:after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0800E3">
              <w:rPr>
                <w:rFonts w:ascii="Corbel" w:hAnsi="Corbel" w:cstheme="minorHAnsi"/>
                <w:sz w:val="24"/>
                <w:szCs w:val="24"/>
              </w:rPr>
              <w:t xml:space="preserve">Plopa, M. (2008). </w:t>
            </w:r>
            <w:r w:rsidRPr="000800E3">
              <w:rPr>
                <w:rFonts w:ascii="Corbel" w:hAnsi="Corbel" w:cstheme="minorHAnsi"/>
                <w:i/>
                <w:iCs/>
                <w:sz w:val="24"/>
                <w:szCs w:val="24"/>
              </w:rPr>
              <w:t>Więzi w małżeństwie i rodzinie.  Metody badań</w:t>
            </w:r>
            <w:r w:rsidRPr="000800E3">
              <w:rPr>
                <w:rFonts w:ascii="Corbel" w:hAnsi="Corbel" w:cstheme="minorHAnsi"/>
                <w:sz w:val="24"/>
                <w:szCs w:val="24"/>
              </w:rPr>
              <w:t>. Impuls.</w:t>
            </w:r>
          </w:p>
          <w:p w:rsidR="00E07C83" w:rsidRPr="000800E3" w:rsidRDefault="00E07C83" w:rsidP="00E07C83">
            <w:pPr>
              <w:pStyle w:val="Bibliografia"/>
              <w:numPr>
                <w:ilvl w:val="0"/>
                <w:numId w:val="14"/>
              </w:numPr>
              <w:spacing w:after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0800E3">
              <w:rPr>
                <w:rFonts w:ascii="Corbel" w:hAnsi="Corbel" w:cstheme="minorHAnsi"/>
                <w:sz w:val="24"/>
                <w:szCs w:val="24"/>
              </w:rPr>
              <w:t xml:space="preserve">Wysocka, E. (2013). </w:t>
            </w:r>
            <w:r w:rsidRPr="000800E3">
              <w:rPr>
                <w:rFonts w:ascii="Corbel" w:hAnsi="Corbel" w:cstheme="minorHAnsi"/>
                <w:i/>
                <w:iCs/>
                <w:sz w:val="24"/>
                <w:szCs w:val="24"/>
              </w:rPr>
              <w:t>Diagnoza w resocjalizacji: Obszary problemowe i modele rozwiązań w ujęciu psychopedagogicznym</w:t>
            </w:r>
            <w:r w:rsidRPr="000800E3">
              <w:rPr>
                <w:rFonts w:ascii="Corbel" w:hAnsi="Corbel" w:cstheme="minorHAnsi"/>
                <w:sz w:val="24"/>
                <w:szCs w:val="24"/>
              </w:rPr>
              <w:t>. Wydawnictwo Naukowe PWN.</w:t>
            </w:r>
          </w:p>
          <w:p w:rsidR="00E07C83" w:rsidRPr="000800E3" w:rsidRDefault="00E07C83" w:rsidP="00E07C83">
            <w:pPr>
              <w:pStyle w:val="Bibliografia"/>
              <w:numPr>
                <w:ilvl w:val="0"/>
                <w:numId w:val="14"/>
              </w:numPr>
              <w:spacing w:after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0800E3">
              <w:rPr>
                <w:rFonts w:ascii="Corbel" w:hAnsi="Corbel" w:cstheme="minorHAnsi"/>
                <w:sz w:val="24"/>
                <w:szCs w:val="24"/>
              </w:rPr>
              <w:t xml:space="preserve">Wysocka, E. (2015). </w:t>
            </w:r>
            <w:r w:rsidRPr="000800E3">
              <w:rPr>
                <w:rFonts w:ascii="Corbel" w:hAnsi="Corbel" w:cstheme="minorHAnsi"/>
                <w:i/>
                <w:iCs/>
                <w:sz w:val="24"/>
                <w:szCs w:val="24"/>
              </w:rPr>
              <w:t xml:space="preserve">Diagnoza pozytywna w resocjalizacji: Model teoretyczny i </w:t>
            </w:r>
            <w:r w:rsidRPr="000800E3">
              <w:rPr>
                <w:rFonts w:ascii="Corbel" w:hAnsi="Corbel" w:cstheme="minorHAnsi"/>
                <w:i/>
                <w:iCs/>
                <w:sz w:val="24"/>
                <w:szCs w:val="24"/>
              </w:rPr>
              <w:lastRenderedPageBreak/>
              <w:t>metodologiczny.</w:t>
            </w:r>
            <w:r w:rsidRPr="000800E3">
              <w:rPr>
                <w:rFonts w:ascii="Corbel" w:hAnsi="Corbel" w:cstheme="minorHAnsi"/>
                <w:sz w:val="24"/>
                <w:szCs w:val="24"/>
              </w:rPr>
              <w:t xml:space="preserve"> Wydawnictwo Uniwersytetu Śląskiego.</w:t>
            </w:r>
          </w:p>
          <w:p w:rsidR="003D670C" w:rsidRPr="000800E3" w:rsidRDefault="00E07C83" w:rsidP="003D670C">
            <w:pPr>
              <w:pStyle w:val="Bibliografia"/>
              <w:numPr>
                <w:ilvl w:val="0"/>
                <w:numId w:val="14"/>
              </w:numPr>
              <w:spacing w:after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0800E3">
              <w:rPr>
                <w:rFonts w:ascii="Corbel" w:hAnsi="Corbel" w:cstheme="minorHAnsi"/>
                <w:sz w:val="24"/>
                <w:szCs w:val="24"/>
              </w:rPr>
              <w:t xml:space="preserve">Woronowicz, B. T. (2003). </w:t>
            </w:r>
            <w:r w:rsidRPr="000800E3">
              <w:rPr>
                <w:rFonts w:ascii="Corbel" w:hAnsi="Corbel" w:cstheme="minorHAnsi"/>
                <w:i/>
                <w:iCs/>
                <w:sz w:val="24"/>
                <w:szCs w:val="24"/>
              </w:rPr>
              <w:t>Bez tajemnic: O uzależnieniach i ich leczeniu</w:t>
            </w:r>
            <w:r w:rsidRPr="000800E3">
              <w:rPr>
                <w:rFonts w:ascii="Corbel" w:hAnsi="Corbel" w:cstheme="minorHAnsi"/>
                <w:sz w:val="24"/>
                <w:szCs w:val="24"/>
              </w:rPr>
              <w:t>. Instytut Psychiatrii i Neurologii.</w:t>
            </w:r>
          </w:p>
          <w:p w:rsidR="00E07C83" w:rsidRPr="000800E3" w:rsidRDefault="00E07C83" w:rsidP="00364542">
            <w:pPr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B169D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169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C7E38" w:rsidRDefault="002C7E38" w:rsidP="00C16ABF">
      <w:pPr>
        <w:spacing w:after="0" w:line="240" w:lineRule="auto"/>
      </w:pPr>
      <w:r>
        <w:separator/>
      </w:r>
    </w:p>
  </w:endnote>
  <w:endnote w:type="continuationSeparator" w:id="1">
    <w:p w:rsidR="002C7E38" w:rsidRDefault="002C7E3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C7E38" w:rsidRDefault="002C7E38" w:rsidP="00C16ABF">
      <w:pPr>
        <w:spacing w:after="0" w:line="240" w:lineRule="auto"/>
      </w:pPr>
      <w:r>
        <w:separator/>
      </w:r>
    </w:p>
  </w:footnote>
  <w:footnote w:type="continuationSeparator" w:id="1">
    <w:p w:rsidR="002C7E38" w:rsidRDefault="002C7E38" w:rsidP="00C16ABF">
      <w:pPr>
        <w:spacing w:after="0" w:line="240" w:lineRule="auto"/>
      </w:pPr>
      <w:r>
        <w:continuationSeparator/>
      </w:r>
    </w:p>
  </w:footnote>
  <w:footnote w:id="2">
    <w:p w:rsidR="00E07C83" w:rsidRDefault="00E07C83" w:rsidP="00E07C83">
      <w:pPr>
        <w:pStyle w:val="Tekstprzypisudolnego"/>
      </w:pPr>
      <w:r w:rsidRPr="00C8440D"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D7550C"/>
    <w:multiLevelType w:val="hybridMultilevel"/>
    <w:tmpl w:val="035298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0E252D"/>
    <w:multiLevelType w:val="hybridMultilevel"/>
    <w:tmpl w:val="E2405E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C6C1F68"/>
    <w:multiLevelType w:val="hybridMultilevel"/>
    <w:tmpl w:val="3E2EE7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C601515"/>
    <w:multiLevelType w:val="hybridMultilevel"/>
    <w:tmpl w:val="615800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02F419B"/>
    <w:multiLevelType w:val="hybridMultilevel"/>
    <w:tmpl w:val="53FEA1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0321C2F"/>
    <w:multiLevelType w:val="hybridMultilevel"/>
    <w:tmpl w:val="0D862CB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47C107C8"/>
    <w:multiLevelType w:val="hybridMultilevel"/>
    <w:tmpl w:val="453A52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AED0AA7"/>
    <w:multiLevelType w:val="hybridMultilevel"/>
    <w:tmpl w:val="C4FC6E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64C472D"/>
    <w:multiLevelType w:val="hybridMultilevel"/>
    <w:tmpl w:val="947AAB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C2B752A"/>
    <w:multiLevelType w:val="hybridMultilevel"/>
    <w:tmpl w:val="53485A74"/>
    <w:lvl w:ilvl="0" w:tplc="04150001">
      <w:start w:val="1"/>
      <w:numFmt w:val="bullet"/>
      <w:lvlText w:val=""/>
      <w:lvlJc w:val="left"/>
      <w:pPr>
        <w:ind w:left="75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11">
    <w:nsid w:val="6CDB536D"/>
    <w:multiLevelType w:val="hybridMultilevel"/>
    <w:tmpl w:val="817258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EB01A07"/>
    <w:multiLevelType w:val="hybridMultilevel"/>
    <w:tmpl w:val="69FC67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7E1523B"/>
    <w:multiLevelType w:val="hybridMultilevel"/>
    <w:tmpl w:val="E842AA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8"/>
  </w:num>
  <w:num w:numId="5">
    <w:abstractNumId w:val="11"/>
  </w:num>
  <w:num w:numId="6">
    <w:abstractNumId w:val="10"/>
  </w:num>
  <w:num w:numId="7">
    <w:abstractNumId w:val="1"/>
  </w:num>
  <w:num w:numId="8">
    <w:abstractNumId w:val="0"/>
  </w:num>
  <w:num w:numId="9">
    <w:abstractNumId w:val="4"/>
  </w:num>
  <w:num w:numId="10">
    <w:abstractNumId w:val="7"/>
  </w:num>
  <w:num w:numId="11">
    <w:abstractNumId w:val="3"/>
  </w:num>
  <w:num w:numId="12">
    <w:abstractNumId w:val="13"/>
  </w:num>
  <w:num w:numId="13">
    <w:abstractNumId w:val="12"/>
  </w:num>
  <w:num w:numId="14">
    <w:abstractNumId w:val="9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attachedTemplate r:id="rId1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D66E9"/>
    <w:rsid w:val="0000298B"/>
    <w:rsid w:val="00002FFD"/>
    <w:rsid w:val="00003BE2"/>
    <w:rsid w:val="000048FD"/>
    <w:rsid w:val="0000693A"/>
    <w:rsid w:val="00007408"/>
    <w:rsid w:val="000075E8"/>
    <w:rsid w:val="000077B4"/>
    <w:rsid w:val="00015B8F"/>
    <w:rsid w:val="00022ECE"/>
    <w:rsid w:val="00022F8F"/>
    <w:rsid w:val="00023F38"/>
    <w:rsid w:val="00024B67"/>
    <w:rsid w:val="000254E5"/>
    <w:rsid w:val="00032868"/>
    <w:rsid w:val="00042A51"/>
    <w:rsid w:val="00042D2E"/>
    <w:rsid w:val="000435CB"/>
    <w:rsid w:val="00044C82"/>
    <w:rsid w:val="00057308"/>
    <w:rsid w:val="00070ED6"/>
    <w:rsid w:val="000742DC"/>
    <w:rsid w:val="000800E3"/>
    <w:rsid w:val="00084B80"/>
    <w:rsid w:val="00084C12"/>
    <w:rsid w:val="000921B6"/>
    <w:rsid w:val="0009462C"/>
    <w:rsid w:val="00094B12"/>
    <w:rsid w:val="00095726"/>
    <w:rsid w:val="00096ACE"/>
    <w:rsid w:val="00096C46"/>
    <w:rsid w:val="000972E6"/>
    <w:rsid w:val="000A296F"/>
    <w:rsid w:val="000A2A28"/>
    <w:rsid w:val="000A3CDF"/>
    <w:rsid w:val="000B192D"/>
    <w:rsid w:val="000B28EE"/>
    <w:rsid w:val="000B3E37"/>
    <w:rsid w:val="000B5124"/>
    <w:rsid w:val="000B6AB7"/>
    <w:rsid w:val="000C5C2C"/>
    <w:rsid w:val="000D04B0"/>
    <w:rsid w:val="000E296A"/>
    <w:rsid w:val="000F1C57"/>
    <w:rsid w:val="000F50CD"/>
    <w:rsid w:val="000F5615"/>
    <w:rsid w:val="001045A1"/>
    <w:rsid w:val="00116D85"/>
    <w:rsid w:val="00124BFF"/>
    <w:rsid w:val="0012560E"/>
    <w:rsid w:val="00127108"/>
    <w:rsid w:val="001335A0"/>
    <w:rsid w:val="00134B13"/>
    <w:rsid w:val="00136C53"/>
    <w:rsid w:val="00137608"/>
    <w:rsid w:val="00146BC0"/>
    <w:rsid w:val="00153C41"/>
    <w:rsid w:val="00154381"/>
    <w:rsid w:val="001640A7"/>
    <w:rsid w:val="00164FA7"/>
    <w:rsid w:val="00166A03"/>
    <w:rsid w:val="0016725F"/>
    <w:rsid w:val="001718A7"/>
    <w:rsid w:val="00172373"/>
    <w:rsid w:val="001737CF"/>
    <w:rsid w:val="00176083"/>
    <w:rsid w:val="001778D1"/>
    <w:rsid w:val="0018530D"/>
    <w:rsid w:val="00191CBD"/>
    <w:rsid w:val="00192F37"/>
    <w:rsid w:val="00196B32"/>
    <w:rsid w:val="001A1648"/>
    <w:rsid w:val="001A2EE6"/>
    <w:rsid w:val="001A70D2"/>
    <w:rsid w:val="001C01CA"/>
    <w:rsid w:val="001D2A53"/>
    <w:rsid w:val="001D657B"/>
    <w:rsid w:val="001D7B54"/>
    <w:rsid w:val="001E0209"/>
    <w:rsid w:val="001E1946"/>
    <w:rsid w:val="001E33A7"/>
    <w:rsid w:val="001F2CA2"/>
    <w:rsid w:val="001F5A92"/>
    <w:rsid w:val="001F7790"/>
    <w:rsid w:val="0020279F"/>
    <w:rsid w:val="00206C5A"/>
    <w:rsid w:val="00207698"/>
    <w:rsid w:val="002127EE"/>
    <w:rsid w:val="002144C0"/>
    <w:rsid w:val="00214898"/>
    <w:rsid w:val="002174B4"/>
    <w:rsid w:val="00221F53"/>
    <w:rsid w:val="0022477D"/>
    <w:rsid w:val="00226331"/>
    <w:rsid w:val="002278A9"/>
    <w:rsid w:val="002336F9"/>
    <w:rsid w:val="00233ECB"/>
    <w:rsid w:val="0024028F"/>
    <w:rsid w:val="00240AA4"/>
    <w:rsid w:val="002440F8"/>
    <w:rsid w:val="00244ABC"/>
    <w:rsid w:val="00247D17"/>
    <w:rsid w:val="00255DE1"/>
    <w:rsid w:val="002568A1"/>
    <w:rsid w:val="00264061"/>
    <w:rsid w:val="002716CA"/>
    <w:rsid w:val="00281FF2"/>
    <w:rsid w:val="002857DE"/>
    <w:rsid w:val="00287297"/>
    <w:rsid w:val="00291567"/>
    <w:rsid w:val="00294869"/>
    <w:rsid w:val="002A1B90"/>
    <w:rsid w:val="002A22BF"/>
    <w:rsid w:val="002A2389"/>
    <w:rsid w:val="002A3565"/>
    <w:rsid w:val="002A5987"/>
    <w:rsid w:val="002A671D"/>
    <w:rsid w:val="002B4D55"/>
    <w:rsid w:val="002B5EA0"/>
    <w:rsid w:val="002B6119"/>
    <w:rsid w:val="002C1F06"/>
    <w:rsid w:val="002C54BD"/>
    <w:rsid w:val="002C5DFD"/>
    <w:rsid w:val="002C6F3C"/>
    <w:rsid w:val="002C7E38"/>
    <w:rsid w:val="002D0D3A"/>
    <w:rsid w:val="002D2C94"/>
    <w:rsid w:val="002D3375"/>
    <w:rsid w:val="002D593D"/>
    <w:rsid w:val="002D73D4"/>
    <w:rsid w:val="002E0738"/>
    <w:rsid w:val="002E2FDF"/>
    <w:rsid w:val="002F02A3"/>
    <w:rsid w:val="002F4ABE"/>
    <w:rsid w:val="002F4AF0"/>
    <w:rsid w:val="002F4EA4"/>
    <w:rsid w:val="00300C69"/>
    <w:rsid w:val="003018BA"/>
    <w:rsid w:val="0030395F"/>
    <w:rsid w:val="003043EF"/>
    <w:rsid w:val="00305C92"/>
    <w:rsid w:val="00313AB8"/>
    <w:rsid w:val="003151C5"/>
    <w:rsid w:val="003223EF"/>
    <w:rsid w:val="003231D9"/>
    <w:rsid w:val="003343CF"/>
    <w:rsid w:val="003373EF"/>
    <w:rsid w:val="00343C72"/>
    <w:rsid w:val="00346FE9"/>
    <w:rsid w:val="0034759A"/>
    <w:rsid w:val="003503F6"/>
    <w:rsid w:val="003530DD"/>
    <w:rsid w:val="00361490"/>
    <w:rsid w:val="00363F78"/>
    <w:rsid w:val="00364542"/>
    <w:rsid w:val="003664CC"/>
    <w:rsid w:val="003736CC"/>
    <w:rsid w:val="003A0A5B"/>
    <w:rsid w:val="003A1176"/>
    <w:rsid w:val="003B2D53"/>
    <w:rsid w:val="003C0BAE"/>
    <w:rsid w:val="003D18A9"/>
    <w:rsid w:val="003D670C"/>
    <w:rsid w:val="003D6CE2"/>
    <w:rsid w:val="003E1941"/>
    <w:rsid w:val="003E2FE3"/>
    <w:rsid w:val="003E2FE6"/>
    <w:rsid w:val="003E49D5"/>
    <w:rsid w:val="003F0127"/>
    <w:rsid w:val="003F205D"/>
    <w:rsid w:val="003F38C0"/>
    <w:rsid w:val="0040404C"/>
    <w:rsid w:val="00404E81"/>
    <w:rsid w:val="00406ACF"/>
    <w:rsid w:val="00406C4B"/>
    <w:rsid w:val="00411338"/>
    <w:rsid w:val="004135B4"/>
    <w:rsid w:val="00414E3C"/>
    <w:rsid w:val="00421698"/>
    <w:rsid w:val="0042244A"/>
    <w:rsid w:val="0042745A"/>
    <w:rsid w:val="00431D5C"/>
    <w:rsid w:val="0043543C"/>
    <w:rsid w:val="00435C37"/>
    <w:rsid w:val="004362C6"/>
    <w:rsid w:val="00437FA2"/>
    <w:rsid w:val="0044024E"/>
    <w:rsid w:val="00445970"/>
    <w:rsid w:val="00450E68"/>
    <w:rsid w:val="004557E8"/>
    <w:rsid w:val="00461EFC"/>
    <w:rsid w:val="00464086"/>
    <w:rsid w:val="004652C2"/>
    <w:rsid w:val="004706D1"/>
    <w:rsid w:val="00471326"/>
    <w:rsid w:val="0047598D"/>
    <w:rsid w:val="0048026F"/>
    <w:rsid w:val="004815FC"/>
    <w:rsid w:val="004840FD"/>
    <w:rsid w:val="00487167"/>
    <w:rsid w:val="00490F7D"/>
    <w:rsid w:val="00491678"/>
    <w:rsid w:val="004968E2"/>
    <w:rsid w:val="004A3EEA"/>
    <w:rsid w:val="004A4D1F"/>
    <w:rsid w:val="004A677D"/>
    <w:rsid w:val="004B3F0E"/>
    <w:rsid w:val="004B5EFE"/>
    <w:rsid w:val="004D31C0"/>
    <w:rsid w:val="004D5282"/>
    <w:rsid w:val="004D591B"/>
    <w:rsid w:val="004D7A91"/>
    <w:rsid w:val="004F046A"/>
    <w:rsid w:val="004F1551"/>
    <w:rsid w:val="004F5241"/>
    <w:rsid w:val="004F55A3"/>
    <w:rsid w:val="0050134F"/>
    <w:rsid w:val="00503596"/>
    <w:rsid w:val="0050496F"/>
    <w:rsid w:val="00511287"/>
    <w:rsid w:val="00511744"/>
    <w:rsid w:val="005124DD"/>
    <w:rsid w:val="00512542"/>
    <w:rsid w:val="005136BE"/>
    <w:rsid w:val="00513B6F"/>
    <w:rsid w:val="00517C63"/>
    <w:rsid w:val="005335E0"/>
    <w:rsid w:val="005363C4"/>
    <w:rsid w:val="00536BDE"/>
    <w:rsid w:val="005371EB"/>
    <w:rsid w:val="00543ACC"/>
    <w:rsid w:val="0054452C"/>
    <w:rsid w:val="0054586E"/>
    <w:rsid w:val="00565CA6"/>
    <w:rsid w:val="0056696D"/>
    <w:rsid w:val="005673A8"/>
    <w:rsid w:val="005800EC"/>
    <w:rsid w:val="00582AEF"/>
    <w:rsid w:val="00582BC0"/>
    <w:rsid w:val="0059484D"/>
    <w:rsid w:val="005A0855"/>
    <w:rsid w:val="005A3196"/>
    <w:rsid w:val="005B048D"/>
    <w:rsid w:val="005B4435"/>
    <w:rsid w:val="005C080F"/>
    <w:rsid w:val="005C55E5"/>
    <w:rsid w:val="005C696A"/>
    <w:rsid w:val="005E0F91"/>
    <w:rsid w:val="005E3053"/>
    <w:rsid w:val="005E6E85"/>
    <w:rsid w:val="005F31D2"/>
    <w:rsid w:val="005F76A3"/>
    <w:rsid w:val="0060584D"/>
    <w:rsid w:val="00607DE7"/>
    <w:rsid w:val="0061029B"/>
    <w:rsid w:val="00617230"/>
    <w:rsid w:val="00621CE1"/>
    <w:rsid w:val="006227AB"/>
    <w:rsid w:val="00627FC9"/>
    <w:rsid w:val="0063183D"/>
    <w:rsid w:val="0063636B"/>
    <w:rsid w:val="00646FCE"/>
    <w:rsid w:val="006479DD"/>
    <w:rsid w:val="00647FA8"/>
    <w:rsid w:val="00650C5F"/>
    <w:rsid w:val="00654934"/>
    <w:rsid w:val="00655097"/>
    <w:rsid w:val="006620D9"/>
    <w:rsid w:val="00671958"/>
    <w:rsid w:val="00675843"/>
    <w:rsid w:val="00682E28"/>
    <w:rsid w:val="00696477"/>
    <w:rsid w:val="006A09C7"/>
    <w:rsid w:val="006A1614"/>
    <w:rsid w:val="006A568E"/>
    <w:rsid w:val="006A7A44"/>
    <w:rsid w:val="006A7F90"/>
    <w:rsid w:val="006D050F"/>
    <w:rsid w:val="006D6139"/>
    <w:rsid w:val="006E18FA"/>
    <w:rsid w:val="006E5D65"/>
    <w:rsid w:val="006E65D5"/>
    <w:rsid w:val="006E79D3"/>
    <w:rsid w:val="006E7FF9"/>
    <w:rsid w:val="006F04A8"/>
    <w:rsid w:val="006F1282"/>
    <w:rsid w:val="006F1FBC"/>
    <w:rsid w:val="006F31E2"/>
    <w:rsid w:val="006F685E"/>
    <w:rsid w:val="006F72DA"/>
    <w:rsid w:val="00706544"/>
    <w:rsid w:val="007072BA"/>
    <w:rsid w:val="0071620A"/>
    <w:rsid w:val="00724677"/>
    <w:rsid w:val="00725459"/>
    <w:rsid w:val="007277F8"/>
    <w:rsid w:val="007303E0"/>
    <w:rsid w:val="007327BD"/>
    <w:rsid w:val="00734608"/>
    <w:rsid w:val="00743C76"/>
    <w:rsid w:val="00745302"/>
    <w:rsid w:val="007461D6"/>
    <w:rsid w:val="00746EC8"/>
    <w:rsid w:val="007636EF"/>
    <w:rsid w:val="00763BF1"/>
    <w:rsid w:val="007642C1"/>
    <w:rsid w:val="00766FD4"/>
    <w:rsid w:val="00767D4F"/>
    <w:rsid w:val="00770110"/>
    <w:rsid w:val="0077385F"/>
    <w:rsid w:val="00773A4C"/>
    <w:rsid w:val="0078168C"/>
    <w:rsid w:val="00782EC8"/>
    <w:rsid w:val="00783F94"/>
    <w:rsid w:val="00787C2A"/>
    <w:rsid w:val="00790E27"/>
    <w:rsid w:val="007A172D"/>
    <w:rsid w:val="007A4022"/>
    <w:rsid w:val="007A406D"/>
    <w:rsid w:val="007A5B0E"/>
    <w:rsid w:val="007A6E6E"/>
    <w:rsid w:val="007A78BD"/>
    <w:rsid w:val="007B63D0"/>
    <w:rsid w:val="007C2CD8"/>
    <w:rsid w:val="007C3299"/>
    <w:rsid w:val="007C3BCC"/>
    <w:rsid w:val="007C4546"/>
    <w:rsid w:val="007D3203"/>
    <w:rsid w:val="007D6E56"/>
    <w:rsid w:val="007E345C"/>
    <w:rsid w:val="007F4155"/>
    <w:rsid w:val="008051C0"/>
    <w:rsid w:val="008100D4"/>
    <w:rsid w:val="00814D93"/>
    <w:rsid w:val="00814E09"/>
    <w:rsid w:val="0081554D"/>
    <w:rsid w:val="00815B4B"/>
    <w:rsid w:val="0081707E"/>
    <w:rsid w:val="00820492"/>
    <w:rsid w:val="008449B3"/>
    <w:rsid w:val="00844B02"/>
    <w:rsid w:val="008552A2"/>
    <w:rsid w:val="0085747A"/>
    <w:rsid w:val="00871B4C"/>
    <w:rsid w:val="00884922"/>
    <w:rsid w:val="00885F64"/>
    <w:rsid w:val="008917F9"/>
    <w:rsid w:val="008A45F7"/>
    <w:rsid w:val="008B1427"/>
    <w:rsid w:val="008B2DA0"/>
    <w:rsid w:val="008B4D8E"/>
    <w:rsid w:val="008B7BEE"/>
    <w:rsid w:val="008C0CC0"/>
    <w:rsid w:val="008C19A9"/>
    <w:rsid w:val="008C379D"/>
    <w:rsid w:val="008C5147"/>
    <w:rsid w:val="008C5359"/>
    <w:rsid w:val="008C5363"/>
    <w:rsid w:val="008D3DFB"/>
    <w:rsid w:val="008D4813"/>
    <w:rsid w:val="008E64F4"/>
    <w:rsid w:val="008E68B0"/>
    <w:rsid w:val="008F12C9"/>
    <w:rsid w:val="008F6E29"/>
    <w:rsid w:val="00901B2A"/>
    <w:rsid w:val="00912001"/>
    <w:rsid w:val="00912032"/>
    <w:rsid w:val="00916188"/>
    <w:rsid w:val="00923D7D"/>
    <w:rsid w:val="00947D4B"/>
    <w:rsid w:val="009508DF"/>
    <w:rsid w:val="00950DA6"/>
    <w:rsid w:val="00950DAC"/>
    <w:rsid w:val="00952FE9"/>
    <w:rsid w:val="00954A07"/>
    <w:rsid w:val="00961BCB"/>
    <w:rsid w:val="009738FD"/>
    <w:rsid w:val="00980666"/>
    <w:rsid w:val="00985CA1"/>
    <w:rsid w:val="009920B1"/>
    <w:rsid w:val="00997F14"/>
    <w:rsid w:val="009A0961"/>
    <w:rsid w:val="009A0D78"/>
    <w:rsid w:val="009A78D9"/>
    <w:rsid w:val="009A7AFB"/>
    <w:rsid w:val="009B0683"/>
    <w:rsid w:val="009C3E31"/>
    <w:rsid w:val="009C54AE"/>
    <w:rsid w:val="009C788E"/>
    <w:rsid w:val="009D3884"/>
    <w:rsid w:val="009D3F3B"/>
    <w:rsid w:val="009E0543"/>
    <w:rsid w:val="009E2F09"/>
    <w:rsid w:val="009E3B41"/>
    <w:rsid w:val="009E4709"/>
    <w:rsid w:val="009F3C5C"/>
    <w:rsid w:val="009F4610"/>
    <w:rsid w:val="00A00798"/>
    <w:rsid w:val="00A00ECC"/>
    <w:rsid w:val="00A03428"/>
    <w:rsid w:val="00A07661"/>
    <w:rsid w:val="00A145E4"/>
    <w:rsid w:val="00A155EE"/>
    <w:rsid w:val="00A2245B"/>
    <w:rsid w:val="00A24C37"/>
    <w:rsid w:val="00A25D37"/>
    <w:rsid w:val="00A30110"/>
    <w:rsid w:val="00A30572"/>
    <w:rsid w:val="00A36899"/>
    <w:rsid w:val="00A371F6"/>
    <w:rsid w:val="00A37763"/>
    <w:rsid w:val="00A43BF6"/>
    <w:rsid w:val="00A533AB"/>
    <w:rsid w:val="00A53FA5"/>
    <w:rsid w:val="00A54113"/>
    <w:rsid w:val="00A54817"/>
    <w:rsid w:val="00A601C8"/>
    <w:rsid w:val="00A60799"/>
    <w:rsid w:val="00A64B3F"/>
    <w:rsid w:val="00A73CD0"/>
    <w:rsid w:val="00A73DF2"/>
    <w:rsid w:val="00A80A4C"/>
    <w:rsid w:val="00A812E9"/>
    <w:rsid w:val="00A84C85"/>
    <w:rsid w:val="00A928CF"/>
    <w:rsid w:val="00A972ED"/>
    <w:rsid w:val="00A97DE1"/>
    <w:rsid w:val="00AB053C"/>
    <w:rsid w:val="00AB2810"/>
    <w:rsid w:val="00AB6107"/>
    <w:rsid w:val="00AC237D"/>
    <w:rsid w:val="00AC2EC7"/>
    <w:rsid w:val="00AC39F9"/>
    <w:rsid w:val="00AC3E5C"/>
    <w:rsid w:val="00AC4784"/>
    <w:rsid w:val="00AD1146"/>
    <w:rsid w:val="00AD27D3"/>
    <w:rsid w:val="00AD447C"/>
    <w:rsid w:val="00AD66D6"/>
    <w:rsid w:val="00AD67BE"/>
    <w:rsid w:val="00AE1160"/>
    <w:rsid w:val="00AE203C"/>
    <w:rsid w:val="00AE2E74"/>
    <w:rsid w:val="00AE57A3"/>
    <w:rsid w:val="00AE5FCB"/>
    <w:rsid w:val="00AF04D4"/>
    <w:rsid w:val="00AF2B73"/>
    <w:rsid w:val="00AF2C1E"/>
    <w:rsid w:val="00B029A6"/>
    <w:rsid w:val="00B06142"/>
    <w:rsid w:val="00B135B1"/>
    <w:rsid w:val="00B1435F"/>
    <w:rsid w:val="00B15787"/>
    <w:rsid w:val="00B169DF"/>
    <w:rsid w:val="00B21421"/>
    <w:rsid w:val="00B23460"/>
    <w:rsid w:val="00B3130B"/>
    <w:rsid w:val="00B40ADB"/>
    <w:rsid w:val="00B432C1"/>
    <w:rsid w:val="00B43B77"/>
    <w:rsid w:val="00B43E80"/>
    <w:rsid w:val="00B45CEF"/>
    <w:rsid w:val="00B4681A"/>
    <w:rsid w:val="00B54149"/>
    <w:rsid w:val="00B54743"/>
    <w:rsid w:val="00B577D3"/>
    <w:rsid w:val="00B57C42"/>
    <w:rsid w:val="00B607DB"/>
    <w:rsid w:val="00B608CA"/>
    <w:rsid w:val="00B62E3D"/>
    <w:rsid w:val="00B640B4"/>
    <w:rsid w:val="00B66529"/>
    <w:rsid w:val="00B75946"/>
    <w:rsid w:val="00B76066"/>
    <w:rsid w:val="00B77626"/>
    <w:rsid w:val="00B8056E"/>
    <w:rsid w:val="00B819C8"/>
    <w:rsid w:val="00B82308"/>
    <w:rsid w:val="00B90885"/>
    <w:rsid w:val="00B919D9"/>
    <w:rsid w:val="00B96BAC"/>
    <w:rsid w:val="00BA01F3"/>
    <w:rsid w:val="00BA0EF1"/>
    <w:rsid w:val="00BA1800"/>
    <w:rsid w:val="00BB0E02"/>
    <w:rsid w:val="00BB520A"/>
    <w:rsid w:val="00BC691C"/>
    <w:rsid w:val="00BD00FB"/>
    <w:rsid w:val="00BD22F7"/>
    <w:rsid w:val="00BD2561"/>
    <w:rsid w:val="00BD3869"/>
    <w:rsid w:val="00BD66E9"/>
    <w:rsid w:val="00BD6FF4"/>
    <w:rsid w:val="00BE68D3"/>
    <w:rsid w:val="00BF1374"/>
    <w:rsid w:val="00BF2C41"/>
    <w:rsid w:val="00C00C2D"/>
    <w:rsid w:val="00C05720"/>
    <w:rsid w:val="00C058B4"/>
    <w:rsid w:val="00C05F44"/>
    <w:rsid w:val="00C131B5"/>
    <w:rsid w:val="00C1689D"/>
    <w:rsid w:val="00C16ABF"/>
    <w:rsid w:val="00C170AE"/>
    <w:rsid w:val="00C26CB7"/>
    <w:rsid w:val="00C324C1"/>
    <w:rsid w:val="00C34F3A"/>
    <w:rsid w:val="00C36992"/>
    <w:rsid w:val="00C40735"/>
    <w:rsid w:val="00C44701"/>
    <w:rsid w:val="00C44E0B"/>
    <w:rsid w:val="00C50929"/>
    <w:rsid w:val="00C538E6"/>
    <w:rsid w:val="00C53FD9"/>
    <w:rsid w:val="00C56036"/>
    <w:rsid w:val="00C61DC5"/>
    <w:rsid w:val="00C67E92"/>
    <w:rsid w:val="00C70A26"/>
    <w:rsid w:val="00C719A1"/>
    <w:rsid w:val="00C74D4E"/>
    <w:rsid w:val="00C75866"/>
    <w:rsid w:val="00C766DF"/>
    <w:rsid w:val="00C85CF2"/>
    <w:rsid w:val="00C87AD9"/>
    <w:rsid w:val="00C93B15"/>
    <w:rsid w:val="00C94B98"/>
    <w:rsid w:val="00CA2B96"/>
    <w:rsid w:val="00CA4324"/>
    <w:rsid w:val="00CA4FC8"/>
    <w:rsid w:val="00CA5089"/>
    <w:rsid w:val="00CB0FC4"/>
    <w:rsid w:val="00CB4223"/>
    <w:rsid w:val="00CC01E0"/>
    <w:rsid w:val="00CC7659"/>
    <w:rsid w:val="00CD23CB"/>
    <w:rsid w:val="00CD6897"/>
    <w:rsid w:val="00CE5BAC"/>
    <w:rsid w:val="00CF25BE"/>
    <w:rsid w:val="00CF49A4"/>
    <w:rsid w:val="00CF78ED"/>
    <w:rsid w:val="00CF7914"/>
    <w:rsid w:val="00D02B25"/>
    <w:rsid w:val="00D02EBA"/>
    <w:rsid w:val="00D0592F"/>
    <w:rsid w:val="00D07359"/>
    <w:rsid w:val="00D16360"/>
    <w:rsid w:val="00D17C3C"/>
    <w:rsid w:val="00D26B2C"/>
    <w:rsid w:val="00D314F1"/>
    <w:rsid w:val="00D3397B"/>
    <w:rsid w:val="00D352C9"/>
    <w:rsid w:val="00D37E06"/>
    <w:rsid w:val="00D425B2"/>
    <w:rsid w:val="00D428D6"/>
    <w:rsid w:val="00D449A8"/>
    <w:rsid w:val="00D45831"/>
    <w:rsid w:val="00D46421"/>
    <w:rsid w:val="00D50F32"/>
    <w:rsid w:val="00D552B2"/>
    <w:rsid w:val="00D56917"/>
    <w:rsid w:val="00D608D1"/>
    <w:rsid w:val="00D60B73"/>
    <w:rsid w:val="00D617F6"/>
    <w:rsid w:val="00D71EBE"/>
    <w:rsid w:val="00D7403C"/>
    <w:rsid w:val="00D74119"/>
    <w:rsid w:val="00D74D53"/>
    <w:rsid w:val="00D8075B"/>
    <w:rsid w:val="00D8678B"/>
    <w:rsid w:val="00D9453C"/>
    <w:rsid w:val="00DA2114"/>
    <w:rsid w:val="00DA7C3C"/>
    <w:rsid w:val="00DC06D5"/>
    <w:rsid w:val="00DC597C"/>
    <w:rsid w:val="00DC69AC"/>
    <w:rsid w:val="00DC6B7F"/>
    <w:rsid w:val="00DD2FA2"/>
    <w:rsid w:val="00DD61D9"/>
    <w:rsid w:val="00DE09C0"/>
    <w:rsid w:val="00DE4A14"/>
    <w:rsid w:val="00DE5597"/>
    <w:rsid w:val="00DF1357"/>
    <w:rsid w:val="00DF320D"/>
    <w:rsid w:val="00DF71C8"/>
    <w:rsid w:val="00E07BF2"/>
    <w:rsid w:val="00E07C83"/>
    <w:rsid w:val="00E129B8"/>
    <w:rsid w:val="00E21E7D"/>
    <w:rsid w:val="00E22FBC"/>
    <w:rsid w:val="00E24BF5"/>
    <w:rsid w:val="00E25338"/>
    <w:rsid w:val="00E277F1"/>
    <w:rsid w:val="00E30F7B"/>
    <w:rsid w:val="00E315E4"/>
    <w:rsid w:val="00E349F0"/>
    <w:rsid w:val="00E51E44"/>
    <w:rsid w:val="00E5242A"/>
    <w:rsid w:val="00E63348"/>
    <w:rsid w:val="00E742AA"/>
    <w:rsid w:val="00E77E88"/>
    <w:rsid w:val="00E80A3A"/>
    <w:rsid w:val="00E80ABB"/>
    <w:rsid w:val="00E8107D"/>
    <w:rsid w:val="00E82F29"/>
    <w:rsid w:val="00E84B28"/>
    <w:rsid w:val="00E9094D"/>
    <w:rsid w:val="00E95B37"/>
    <w:rsid w:val="00E960BB"/>
    <w:rsid w:val="00EA2074"/>
    <w:rsid w:val="00EA4832"/>
    <w:rsid w:val="00EA4E9D"/>
    <w:rsid w:val="00EB4A4F"/>
    <w:rsid w:val="00EB5F16"/>
    <w:rsid w:val="00EB6665"/>
    <w:rsid w:val="00EC2A9A"/>
    <w:rsid w:val="00EC4899"/>
    <w:rsid w:val="00ED03AB"/>
    <w:rsid w:val="00ED0AB1"/>
    <w:rsid w:val="00ED32D2"/>
    <w:rsid w:val="00ED64E8"/>
    <w:rsid w:val="00EE32DE"/>
    <w:rsid w:val="00EE4826"/>
    <w:rsid w:val="00EE5457"/>
    <w:rsid w:val="00EF1877"/>
    <w:rsid w:val="00F03A5D"/>
    <w:rsid w:val="00F070AB"/>
    <w:rsid w:val="00F17567"/>
    <w:rsid w:val="00F214F0"/>
    <w:rsid w:val="00F217C7"/>
    <w:rsid w:val="00F21C7F"/>
    <w:rsid w:val="00F21E62"/>
    <w:rsid w:val="00F23B42"/>
    <w:rsid w:val="00F27A7B"/>
    <w:rsid w:val="00F348FB"/>
    <w:rsid w:val="00F526AF"/>
    <w:rsid w:val="00F617C3"/>
    <w:rsid w:val="00F61A26"/>
    <w:rsid w:val="00F67833"/>
    <w:rsid w:val="00F7066B"/>
    <w:rsid w:val="00F738E8"/>
    <w:rsid w:val="00F83B28"/>
    <w:rsid w:val="00F857DD"/>
    <w:rsid w:val="00F93F0E"/>
    <w:rsid w:val="00F95B97"/>
    <w:rsid w:val="00F96B5F"/>
    <w:rsid w:val="00F9702D"/>
    <w:rsid w:val="00F974DA"/>
    <w:rsid w:val="00FA46E5"/>
    <w:rsid w:val="00FA64C9"/>
    <w:rsid w:val="00FB59D3"/>
    <w:rsid w:val="00FB7DBA"/>
    <w:rsid w:val="00FC1207"/>
    <w:rsid w:val="00FC1C25"/>
    <w:rsid w:val="00FC3F45"/>
    <w:rsid w:val="00FD0CD3"/>
    <w:rsid w:val="00FD2A55"/>
    <w:rsid w:val="00FD503F"/>
    <w:rsid w:val="00FD7589"/>
    <w:rsid w:val="00FE1CE7"/>
    <w:rsid w:val="00FE463C"/>
    <w:rsid w:val="00FE4D98"/>
    <w:rsid w:val="00FE6510"/>
    <w:rsid w:val="00FE7CFA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773A4C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Bibliografia">
    <w:name w:val="Bibliography"/>
    <w:basedOn w:val="Normalny"/>
    <w:next w:val="Normalny"/>
    <w:uiPriority w:val="37"/>
    <w:unhideWhenUsed/>
    <w:rsid w:val="00196B32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345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E345C"/>
    <w:rPr>
      <w:rFonts w:ascii="Calibri" w:hAnsi="Calibr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E345C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07C83"/>
    <w:pPr>
      <w:spacing w:after="120"/>
      <w:ind w:left="283"/>
    </w:pPr>
    <w:rPr>
      <w:rFonts w:eastAsia="Times New Roman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E07C83"/>
    <w:rPr>
      <w:rFonts w:ascii="Calibri" w:eastAsia="Times New Roman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EECDFC-85BA-4545-822E-34C953FFD3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959</TotalTime>
  <Pages>7</Pages>
  <Words>1657</Words>
  <Characters>9943</Characters>
  <Application>Microsoft Office Word</Application>
  <DocSecurity>0</DocSecurity>
  <Lines>82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Maria Lukaszek</cp:lastModifiedBy>
  <cp:revision>86</cp:revision>
  <cp:lastPrinted>2019-02-06T12:12:00Z</cp:lastPrinted>
  <dcterms:created xsi:type="dcterms:W3CDTF">2023-06-07T06:22:00Z</dcterms:created>
  <dcterms:modified xsi:type="dcterms:W3CDTF">2024-09-20T11:21:00Z</dcterms:modified>
</cp:coreProperties>
</file>